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4A8FB" w14:textId="2932155F" w:rsidR="007D34A5" w:rsidRPr="000F0FCF" w:rsidRDefault="0054057F" w:rsidP="007D34A5">
      <w:pPr>
        <w:pStyle w:val="berschrift1"/>
      </w:pPr>
      <w:r>
        <w:t>Waldboden</w:t>
      </w:r>
      <w:r w:rsidR="00067392">
        <w:t>, e</w:t>
      </w:r>
      <w:r w:rsidR="00A35394">
        <w:t xml:space="preserve">in Mord </w:t>
      </w:r>
      <w:r w:rsidR="00067392">
        <w:t xml:space="preserve">und Zivilcourage </w:t>
      </w:r>
      <w:r w:rsidR="00A35394">
        <w:t>zum Hören</w:t>
      </w:r>
    </w:p>
    <w:p w14:paraId="62639BB8" w14:textId="27E4634E" w:rsidR="007D34A5" w:rsidRDefault="006B6DB7" w:rsidP="000D379E">
      <w:pPr>
        <w:pStyle w:val="berschrift2"/>
      </w:pPr>
      <w:r>
        <w:t>Ein Live-Hörspiel</w:t>
      </w:r>
      <w:r w:rsidR="00B41BBD">
        <w:t xml:space="preserve"> </w:t>
      </w:r>
      <w:r w:rsidR="001A02FD">
        <w:t xml:space="preserve">der Expedition </w:t>
      </w:r>
      <w:proofErr w:type="spellStart"/>
      <w:r w:rsidR="001A02FD">
        <w:t>Chawwerusch</w:t>
      </w:r>
      <w:proofErr w:type="spellEnd"/>
    </w:p>
    <w:p w14:paraId="2259C979" w14:textId="77777777" w:rsidR="007D34A5" w:rsidRDefault="007D34A5" w:rsidP="007D34A5"/>
    <w:p w14:paraId="6992E273" w14:textId="4921C1A0" w:rsidR="00FE7F11" w:rsidRDefault="001A02FD" w:rsidP="003169FD">
      <w:pPr>
        <w:spacing w:after="120" w:line="360" w:lineRule="auto"/>
      </w:pPr>
      <w:r>
        <w:t>„Jugend ohne Gott“ ist die fünfte eigene Produktion der Expedition Chawwerusch, der</w:t>
      </w:r>
      <w:r w:rsidR="00B41BBD">
        <w:t xml:space="preserve"> junge</w:t>
      </w:r>
      <w:r>
        <w:t>n</w:t>
      </w:r>
      <w:r w:rsidR="00B41BBD">
        <w:t xml:space="preserve"> Sparte des </w:t>
      </w:r>
      <w:proofErr w:type="spellStart"/>
      <w:r w:rsidR="00B41BBD">
        <w:t>Herxheimer</w:t>
      </w:r>
      <w:proofErr w:type="spellEnd"/>
      <w:r w:rsidR="00B41BBD">
        <w:t xml:space="preserve"> Theaters</w:t>
      </w:r>
      <w:r>
        <w:t>, und kein herkömmliches Theaterstück</w:t>
      </w:r>
      <w:r w:rsidR="00DF59A8">
        <w:t>. E</w:t>
      </w:r>
      <w:r w:rsidR="00B41BBD">
        <w:t xml:space="preserve">in Schauspieler und ein Musiker machen </w:t>
      </w:r>
      <w:proofErr w:type="spellStart"/>
      <w:r w:rsidR="00B41BBD">
        <w:t>Ödön</w:t>
      </w:r>
      <w:proofErr w:type="spellEnd"/>
      <w:r w:rsidR="00B41BBD">
        <w:t xml:space="preserve"> von Horváth</w:t>
      </w:r>
      <w:r w:rsidR="00DF59A8">
        <w:t xml:space="preserve">s </w:t>
      </w:r>
      <w:r w:rsidR="0054057F">
        <w:t>gleichnamigen</w:t>
      </w:r>
      <w:r w:rsidR="00DF59A8">
        <w:t xml:space="preserve"> Roman</w:t>
      </w:r>
      <w:r w:rsidR="00B41BBD">
        <w:t xml:space="preserve"> zu einem Hör-Erlebnis. </w:t>
      </w:r>
    </w:p>
    <w:p w14:paraId="43063829" w14:textId="466BD3AF" w:rsidR="003516FF" w:rsidRDefault="00473F70" w:rsidP="003169FD">
      <w:pPr>
        <w:spacing w:after="120" w:line="360" w:lineRule="auto"/>
      </w:pPr>
      <w:r>
        <w:t xml:space="preserve">„Jenseits von Gut und Böse“ heißt das Motto </w:t>
      </w:r>
      <w:r w:rsidR="0054057F">
        <w:t>des Chawwerusch Theaters</w:t>
      </w:r>
      <w:r w:rsidR="001A02FD">
        <w:t xml:space="preserve"> für die </w:t>
      </w:r>
      <w:r>
        <w:t xml:space="preserve">Spielzeit 2018/19 und jenseits von Gut und Böse oder eben „ohne Gott“ sind die Jugendlichen, um die es in </w:t>
      </w:r>
      <w:r w:rsidR="00A35394">
        <w:t>Horváths Text</w:t>
      </w:r>
      <w:r>
        <w:t xml:space="preserve"> ge</w:t>
      </w:r>
      <w:r w:rsidR="00F607B0">
        <w:t>ht. Ein Lehrer erzählt von der Schülergeneration</w:t>
      </w:r>
      <w:r>
        <w:t xml:space="preserve">, die er im Deutschland der 30er Jahre unterrichtet. Diese ist beunruhigend </w:t>
      </w:r>
      <w:proofErr w:type="spellStart"/>
      <w:r>
        <w:t>empathie</w:t>
      </w:r>
      <w:proofErr w:type="spellEnd"/>
      <w:r>
        <w:t>- und gewissenlos und wird auf Leistung und Gefühlskälte gedrillt.</w:t>
      </w:r>
      <w:r w:rsidR="003516FF">
        <w:t xml:space="preserve"> Als</w:t>
      </w:r>
      <w:r w:rsidR="00067392">
        <w:t xml:space="preserve"> während eines vormilitärischen Zeltlagers einer von ihnen ermordet wird</w:t>
      </w:r>
      <w:r w:rsidR="003516FF">
        <w:t>, entwickelt sich eine spannende Kriminalgeschichte.</w:t>
      </w:r>
      <w:r w:rsidR="00896D4A">
        <w:t xml:space="preserve"> Am Ende muss der Lehrer seine sicher</w:t>
      </w:r>
      <w:r w:rsidR="003169FD">
        <w:t>e</w:t>
      </w:r>
      <w:r w:rsidR="00896D4A">
        <w:t xml:space="preserve"> Beobachterposition aufgebe</w:t>
      </w:r>
      <w:r w:rsidR="00310272">
        <w:t xml:space="preserve">n und mutig Zivilcourage zeigen. </w:t>
      </w:r>
    </w:p>
    <w:p w14:paraId="3E648F32" w14:textId="5B4CE262" w:rsidR="008E7FEB" w:rsidRDefault="0054057F" w:rsidP="00D33D7D">
      <w:pPr>
        <w:spacing w:after="120" w:line="360" w:lineRule="auto"/>
        <w:rPr>
          <w:sz w:val="17"/>
          <w:szCs w:val="17"/>
        </w:rPr>
      </w:pPr>
      <w:r>
        <w:t>Ein</w:t>
      </w:r>
      <w:r w:rsidR="00B41BBD">
        <w:t xml:space="preserve"> Bauernhof im Alpenvorland </w:t>
      </w:r>
      <w:r w:rsidR="00820691">
        <w:t xml:space="preserve">– </w:t>
      </w:r>
      <w:r w:rsidR="00B41BBD">
        <w:t>die Hühner und Schafe dösen in der Sonne. Plötzlich wird der friedliche Frühlingstag vom Klirren eines zerbrochenen Tellers und dem Schreckensschrei einer alten Frau jäh durchbrochen. Ein paar Kinder rennen mit einem gestohlenen Brot und einer Vase davon – die Dorfbewohner bezeichnen die Bande als „Unkrau</w:t>
      </w:r>
      <w:r w:rsidR="00F607B0">
        <w:t>t“ – werden sie gefasst werden?</w:t>
      </w:r>
      <w:r w:rsidR="00067392">
        <w:t xml:space="preserve"> </w:t>
      </w:r>
      <w:r w:rsidR="00B41BBD">
        <w:t>Das ist eine der vielen spannenden Szenen, die die Besuche</w:t>
      </w:r>
      <w:r w:rsidR="003169FD">
        <w:t>r von „Jugend ohne Gott“ sehen,</w:t>
      </w:r>
      <w:r w:rsidR="00B41BBD">
        <w:t xml:space="preserve"> allerding</w:t>
      </w:r>
      <w:r w:rsidR="00F607B0">
        <w:t>s nur vor ihrem inneren Auge</w:t>
      </w:r>
      <w:r w:rsidR="002B5C30">
        <w:t>.</w:t>
      </w:r>
      <w:r w:rsidR="003516FF">
        <w:t xml:space="preserve"> Sounds, Stimmen, Geräusche und Hint</w:t>
      </w:r>
      <w:r w:rsidR="00F607B0">
        <w:t>ergrundat</w:t>
      </w:r>
      <w:r w:rsidR="003516FF">
        <w:t xml:space="preserve">mosphäre </w:t>
      </w:r>
      <w:r w:rsidR="008E7FEB">
        <w:t>–</w:t>
      </w:r>
      <w:r w:rsidR="002B5C30">
        <w:t xml:space="preserve"> </w:t>
      </w:r>
      <w:r w:rsidR="003516FF">
        <w:t>alles wird live auf der Bühne erzeugt</w:t>
      </w:r>
      <w:r w:rsidR="003169FD">
        <w:t xml:space="preserve"> nur mit ein paar </w:t>
      </w:r>
      <w:r w:rsidR="003516FF">
        <w:t>K</w:t>
      </w:r>
      <w:r w:rsidR="00D33D7D">
        <w:t>isten voll Alltagsgegenständen, ausgewählten Instrumenten sowie einem Mischpult und den Stimmen</w:t>
      </w:r>
      <w:r w:rsidR="003516FF">
        <w:t xml:space="preserve"> des Schauspielers Stephan </w:t>
      </w:r>
      <w:proofErr w:type="spellStart"/>
      <w:r w:rsidR="003516FF">
        <w:t>Wriecz</w:t>
      </w:r>
      <w:proofErr w:type="spellEnd"/>
      <w:r w:rsidR="003516FF">
        <w:t xml:space="preserve"> und des Gastmusikers Peter Hinz. </w:t>
      </w:r>
    </w:p>
    <w:p w14:paraId="72028A49" w14:textId="6EC39C2B" w:rsidR="003169FD" w:rsidRPr="00DE78AF" w:rsidRDefault="00DF59A8" w:rsidP="00DE78AF">
      <w:pPr>
        <w:spacing w:after="120" w:line="360" w:lineRule="auto"/>
      </w:pPr>
      <w:r>
        <w:t>Empfohlen wird diese</w:t>
      </w:r>
      <w:r w:rsidR="006B6DB7">
        <w:t>s Live-Hörspiel</w:t>
      </w:r>
      <w:r>
        <w:t xml:space="preserve"> ab 14 Jahren. Ein Alter, in</w:t>
      </w:r>
      <w:r w:rsidR="00820691">
        <w:t xml:space="preserve"> </w:t>
      </w:r>
      <w:r w:rsidR="00067392">
        <w:t xml:space="preserve">dem es oft nicht leicht ist, </w:t>
      </w:r>
      <w:r w:rsidR="003169FD">
        <w:t xml:space="preserve">Entscheidungen </w:t>
      </w:r>
      <w:r w:rsidR="00067392">
        <w:t>zu treffen oder sich gegen die Meh</w:t>
      </w:r>
      <w:bookmarkStart w:id="0" w:name="_GoBack"/>
      <w:bookmarkEnd w:id="0"/>
      <w:r w:rsidR="00067392">
        <w:t xml:space="preserve">rheit mit seiner Überzeugung zu behaupten. Das Beispiel des Lehrers und einiger der </w:t>
      </w:r>
      <w:r w:rsidR="00E90E28">
        <w:t xml:space="preserve">Jugendlichen </w:t>
      </w:r>
      <w:r w:rsidR="00067392">
        <w:t>in „Jugend ohne Gott“ zeigen, wie wichtig es ist</w:t>
      </w:r>
      <w:r w:rsidR="00310272">
        <w:t>,</w:t>
      </w:r>
      <w:r w:rsidR="00067392">
        <w:t xml:space="preserve"> </w:t>
      </w:r>
      <w:r w:rsidR="003169FD">
        <w:t xml:space="preserve">mutig </w:t>
      </w:r>
      <w:r w:rsidR="00067392">
        <w:t>zu sein und Zivilcourage zu zeigen.</w:t>
      </w:r>
      <w:r w:rsidR="003169FD">
        <w:t xml:space="preserve"> </w:t>
      </w:r>
    </w:p>
    <w:p w14:paraId="19B550CE" w14:textId="77777777" w:rsidR="007D34A5" w:rsidRPr="00CE5D4D" w:rsidRDefault="007D34A5" w:rsidP="007D34A5">
      <w:pPr>
        <w:spacing w:line="360" w:lineRule="auto"/>
      </w:pPr>
    </w:p>
    <w:p w14:paraId="5BE9A8C1" w14:textId="77777777" w:rsidR="00CE5D4D" w:rsidRPr="00CE5D4D" w:rsidRDefault="00CE5D4D" w:rsidP="00CE5D4D">
      <w:pPr>
        <w:pBdr>
          <w:bottom w:val="single" w:sz="4" w:space="1" w:color="auto"/>
        </w:pBdr>
        <w:rPr>
          <w:b/>
        </w:rPr>
      </w:pPr>
      <w:r w:rsidRPr="00CE5D4D">
        <w:rPr>
          <w:b/>
        </w:rPr>
        <w:t>Info:</w:t>
      </w:r>
    </w:p>
    <w:p w14:paraId="0363F4C6" w14:textId="3F9BEAFC" w:rsidR="00DB5B91" w:rsidRDefault="008E36AF" w:rsidP="00DB5B9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2"/>
      </w:pPr>
      <w:r>
        <w:t>Alle Termine und Infos: www.chawwerusch.de.</w:t>
      </w:r>
    </w:p>
    <w:p w14:paraId="4C1ED89A" w14:textId="77777777" w:rsidR="00CE5D4D" w:rsidRPr="00CE5D4D" w:rsidRDefault="00CE5D4D" w:rsidP="00CE5D4D"/>
    <w:p w14:paraId="56685BBE" w14:textId="77777777" w:rsidR="00CE5D4D" w:rsidRPr="00C91F61" w:rsidRDefault="00CE5D4D" w:rsidP="00C91F61">
      <w:r w:rsidRPr="00CE5D4D">
        <w:rPr>
          <w:b/>
        </w:rPr>
        <w:t>„</w:t>
      </w:r>
      <w:r w:rsidR="00B41BBD">
        <w:rPr>
          <w:b/>
        </w:rPr>
        <w:t>Jugend ohne Gott</w:t>
      </w:r>
      <w:r w:rsidRPr="00CE5D4D">
        <w:rPr>
          <w:b/>
        </w:rPr>
        <w:t>“ wurde gefördert</w:t>
      </w:r>
      <w:r w:rsidRPr="00CE5D4D">
        <w:t xml:space="preserve"> von der Sparkasse SÜW, der </w:t>
      </w:r>
      <w:r>
        <w:t xml:space="preserve">Lotto Stiftung Rheinland-Pfalz und </w:t>
      </w:r>
      <w:r w:rsidR="00991E83">
        <w:t>dem Ministerium für</w:t>
      </w:r>
      <w:r w:rsidRPr="00CE5D4D">
        <w:t xml:space="preserve"> Wissenschaft, Weiterbildung und Kultur</w:t>
      </w:r>
      <w:r w:rsidR="000D379E">
        <w:t xml:space="preserve"> </w:t>
      </w:r>
      <w:r w:rsidR="00C8388B">
        <w:t>Rheinland-</w:t>
      </w:r>
      <w:r w:rsidR="00B41BBD">
        <w:t xml:space="preserve">Pfalz </w:t>
      </w:r>
    </w:p>
    <w:p w14:paraId="7C947305" w14:textId="77777777" w:rsidR="00C450EC" w:rsidRDefault="00C450EC" w:rsidP="007D34A5">
      <w:pPr>
        <w:spacing w:line="360" w:lineRule="auto"/>
      </w:pPr>
      <w:r>
        <w:t>________________________</w:t>
      </w:r>
    </w:p>
    <w:p w14:paraId="660D6F57" w14:textId="77777777" w:rsidR="00C450EC" w:rsidRPr="00C450EC" w:rsidRDefault="00C450EC" w:rsidP="00C450EC">
      <w:pPr>
        <w:rPr>
          <w:i/>
          <w:sz w:val="20"/>
          <w:szCs w:val="20"/>
        </w:rPr>
      </w:pPr>
      <w:r w:rsidRPr="00C450EC">
        <w:rPr>
          <w:i/>
          <w:sz w:val="20"/>
          <w:szCs w:val="20"/>
        </w:rPr>
        <w:lastRenderedPageBreak/>
        <w:t xml:space="preserve">Chawwerusch ist das professionelle Theaterkollektiv </w:t>
      </w:r>
      <w:proofErr w:type="gramStart"/>
      <w:r w:rsidRPr="00C450EC">
        <w:rPr>
          <w:i/>
          <w:sz w:val="20"/>
          <w:szCs w:val="20"/>
        </w:rPr>
        <w:t>der Südpfalz</w:t>
      </w:r>
      <w:proofErr w:type="gramEnd"/>
      <w:r w:rsidRPr="00C450EC">
        <w:rPr>
          <w:i/>
          <w:sz w:val="20"/>
          <w:szCs w:val="20"/>
        </w:rPr>
        <w:t xml:space="preserve"> mit eigener Spielstätte, das Geschichte und Geschichten erlebbar macht.</w:t>
      </w:r>
    </w:p>
    <w:p w14:paraId="2C75456F" w14:textId="77777777" w:rsidR="00C450EC" w:rsidRPr="00C450EC" w:rsidRDefault="00C450EC" w:rsidP="00C450EC">
      <w:pPr>
        <w:rPr>
          <w:i/>
          <w:sz w:val="20"/>
          <w:szCs w:val="20"/>
        </w:rPr>
      </w:pPr>
      <w:r w:rsidRPr="00C450EC">
        <w:rPr>
          <w:i/>
          <w:sz w:val="20"/>
          <w:szCs w:val="20"/>
        </w:rPr>
        <w:t>Im Zentrum des Spielplans steht die Entwicklung eigener Stücke, die sich für unterschiedliche Spielorte eignen.</w:t>
      </w:r>
    </w:p>
    <w:p w14:paraId="29F56B39" w14:textId="77777777" w:rsidR="00C450EC" w:rsidRPr="00C450EC" w:rsidRDefault="00C450EC" w:rsidP="00C450EC">
      <w:pPr>
        <w:rPr>
          <w:i/>
          <w:sz w:val="20"/>
          <w:szCs w:val="20"/>
        </w:rPr>
      </w:pPr>
      <w:r w:rsidRPr="00C450EC">
        <w:rPr>
          <w:i/>
          <w:sz w:val="20"/>
          <w:szCs w:val="20"/>
        </w:rPr>
        <w:t>Inspiriert von außergewöhnlichen Themen und Orten, produziert das Chawwerusch Theater zudem mit Amateuren generationenübergreifende Großprojekte auf hohem künstlerischem Niveau.</w:t>
      </w:r>
      <w:r w:rsidR="00D11A7D">
        <w:rPr>
          <w:i/>
          <w:sz w:val="20"/>
          <w:szCs w:val="20"/>
        </w:rPr>
        <w:t xml:space="preserve"> Die Expedition Chawwerusch ist seit 2014 die neue Sparte des Chawwerusch Theaters, die sich in erster Linie an junge Zuschauer richtet. </w:t>
      </w:r>
    </w:p>
    <w:p w14:paraId="471F3084" w14:textId="77777777" w:rsidR="00C450EC" w:rsidRPr="007E117A" w:rsidRDefault="00C450EC" w:rsidP="007D34A5">
      <w:pPr>
        <w:spacing w:line="360" w:lineRule="auto"/>
      </w:pPr>
      <w:r>
        <w:t>________________________</w:t>
      </w:r>
    </w:p>
    <w:sectPr w:rsidR="00C450EC" w:rsidRPr="007E117A" w:rsidSect="00DE78AF">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20C8A" w14:textId="77777777" w:rsidR="004F60B3" w:rsidRDefault="004F60B3">
      <w:r>
        <w:separator/>
      </w:r>
    </w:p>
  </w:endnote>
  <w:endnote w:type="continuationSeparator" w:id="0">
    <w:p w14:paraId="0E7F3BCB" w14:textId="77777777" w:rsidR="004F60B3" w:rsidRDefault="004F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panose1 w:val="020B0609070205080204"/>
    <w:charset w:val="80"/>
    <w:family w:val="swiss"/>
    <w:pitch w:val="fixed"/>
    <w:sig w:usb0="E00002FF" w:usb1="6AC7FDFB" w:usb2="08000012" w:usb3="00000000" w:csb0="0002009F" w:csb1="00000000"/>
  </w:font>
  <w:font w:name="Century Gothic">
    <w:panose1 w:val="020B0502020202020204"/>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76591" w14:textId="77777777" w:rsidR="001A2FEA" w:rsidRPr="00BB4AD6" w:rsidRDefault="001A2FEA" w:rsidP="0067054D">
    <w:pPr>
      <w:pStyle w:val="Fuzeile"/>
      <w:pBdr>
        <w:top w:val="single" w:sz="6" w:space="1" w:color="auto"/>
      </w:pBdr>
      <w:tabs>
        <w:tab w:val="left" w:pos="1539"/>
      </w:tabs>
      <w:spacing w:before="240"/>
      <w:jc w:val="center"/>
      <w:rPr>
        <w:sz w:val="18"/>
      </w:rPr>
    </w:pPr>
    <w:r w:rsidRPr="00BB4AD6">
      <w:rPr>
        <w:sz w:val="18"/>
      </w:rPr>
      <w:t>C</w:t>
    </w:r>
    <w:r>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r w:rsidRPr="00BB4AD6">
      <w:rPr>
        <w:sz w:val="18"/>
      </w:rPr>
      <w:sym w:font="Symbol" w:char="F0B7"/>
    </w:r>
    <w:r w:rsidRPr="00BB4AD6">
      <w:rPr>
        <w:sz w:val="18"/>
      </w:rPr>
      <w:t xml:space="preserve"> Fon: 07276 - 5991</w:t>
    </w:r>
  </w:p>
  <w:p w14:paraId="0C0075EC" w14:textId="77777777" w:rsidR="001A2FEA" w:rsidRDefault="001A2FEA" w:rsidP="0067054D">
    <w:pPr>
      <w:pStyle w:val="Fuzeile"/>
      <w:jc w:val="center"/>
    </w:pPr>
    <w:r>
      <w:rPr>
        <w:sz w:val="18"/>
      </w:rPr>
      <w:t xml:space="preserve">PR-Mobil 01578-2974005 </w:t>
    </w:r>
    <w:r w:rsidRPr="00BB4AD6">
      <w:rPr>
        <w:sz w:val="18"/>
      </w:rPr>
      <w:sym w:font="Symbol" w:char="F0B7"/>
    </w:r>
    <w:r w:rsidRPr="00BB4AD6">
      <w:rPr>
        <w:sz w:val="18"/>
      </w:rPr>
      <w:t xml:space="preserve">E-Mail: </w:t>
    </w:r>
    <w:r>
      <w:rPr>
        <w:sz w:val="18"/>
      </w:rPr>
      <w:t>pr@ch</w:t>
    </w:r>
    <w:r w:rsidRPr="00BB4AD6">
      <w:rPr>
        <w:sz w:val="18"/>
      </w:rPr>
      <w:t xml:space="preserve">awwerusch.de </w:t>
    </w:r>
    <w:r w:rsidRPr="00BB4AD6">
      <w:rPr>
        <w:sz w:val="18"/>
        <w:szCs w:val="18"/>
      </w:rPr>
      <w:t>www.chawwerusch.de</w:t>
    </w:r>
  </w:p>
  <w:p w14:paraId="08B89729" w14:textId="77777777" w:rsidR="001A2FEA" w:rsidRDefault="001A2FEA" w:rsidP="0067054D">
    <w:pPr>
      <w:pStyle w:val="Fuzeile"/>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EA2D0B" w14:textId="77777777" w:rsidR="004F60B3" w:rsidRDefault="004F60B3">
      <w:r>
        <w:separator/>
      </w:r>
    </w:p>
  </w:footnote>
  <w:footnote w:type="continuationSeparator" w:id="0">
    <w:p w14:paraId="08C110B4" w14:textId="77777777" w:rsidR="004F60B3" w:rsidRDefault="004F60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91518" w14:textId="77777777" w:rsidR="001A2FEA" w:rsidRDefault="001A2FEA" w:rsidP="007D34A5">
    <w:r>
      <w:rPr>
        <w:noProof/>
      </w:rPr>
      <w:drawing>
        <wp:anchor distT="0" distB="0" distL="114300" distR="114300" simplePos="0" relativeHeight="251661312" behindDoc="0" locked="0" layoutInCell="1" allowOverlap="1" wp14:anchorId="1830F40A" wp14:editId="290EED24">
          <wp:simplePos x="0" y="0"/>
          <wp:positionH relativeFrom="margin">
            <wp:posOffset>3911600</wp:posOffset>
          </wp:positionH>
          <wp:positionV relativeFrom="margin">
            <wp:posOffset>-904875</wp:posOffset>
          </wp:positionV>
          <wp:extent cx="1828800" cy="342900"/>
          <wp:effectExtent l="0" t="0" r="0" b="12700"/>
          <wp:wrapSquare wrapText="bothSides"/>
          <wp:docPr id="4" name="Bild 4" descr="Ch_Ex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_Ex_Kopf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42900"/>
                  </a:xfrm>
                  <a:prstGeom prst="rect">
                    <a:avLst/>
                  </a:prstGeom>
                  <a:noFill/>
                </pic:spPr>
              </pic:pic>
            </a:graphicData>
          </a:graphic>
          <wp14:sizeRelH relativeFrom="page">
            <wp14:pctWidth>0</wp14:pctWidth>
          </wp14:sizeRelH>
          <wp14:sizeRelV relativeFrom="page">
            <wp14:pctHeight>0</wp14:pctHeight>
          </wp14:sizeRelV>
        </wp:anchor>
      </w:drawing>
    </w:r>
  </w:p>
  <w:p w14:paraId="75EB1401" w14:textId="77777777" w:rsidR="001A2FEA" w:rsidRPr="0067054D" w:rsidRDefault="001A2FEA" w:rsidP="004A668F">
    <w:pPr>
      <w:pBdr>
        <w:bottom w:val="single" w:sz="4" w:space="1" w:color="auto"/>
      </w:pBdr>
      <w:outlineLvl w:val="0"/>
      <w:rPr>
        <w:b/>
        <w:bCs/>
        <w:sz w:val="46"/>
        <w:szCs w:val="48"/>
      </w:rPr>
    </w:pPr>
    <w:r>
      <w:rPr>
        <w:rFonts w:ascii="Arial Rounded MT Bold" w:hAnsi="Arial Rounded MT Bold"/>
        <w:noProof/>
        <w:color w:val="BFBFBF"/>
        <w:sz w:val="40"/>
        <w:szCs w:val="40"/>
      </w:rPr>
      <w:t xml:space="preserve">Jugend ohne Gott </w:t>
    </w:r>
    <w:r>
      <w:rPr>
        <w:rFonts w:ascii="Arial Rounded MT Bold" w:hAnsi="Arial Rounded MT Bold"/>
        <w:noProof/>
        <w:color w:val="BFBFBF"/>
        <w:sz w:val="40"/>
        <w:szCs w:val="40"/>
      </w:rPr>
      <w:br/>
      <w:t>– Presseinformation</w:t>
    </w:r>
    <w:r w:rsidRPr="0067054D">
      <w:rPr>
        <w:b/>
        <w:bCs/>
        <w:sz w:val="46"/>
        <w:szCs w:val="48"/>
      </w:rPr>
      <w:tab/>
    </w:r>
    <w:r w:rsidRPr="0067054D">
      <w:rPr>
        <w:b/>
        <w:bCs/>
        <w:sz w:val="46"/>
        <w:szCs w:val="48"/>
      </w:rPr>
      <w:tab/>
      <w:t xml:space="preserve">  </w:t>
    </w:r>
  </w:p>
  <w:p w14:paraId="566B65D8" w14:textId="77777777" w:rsidR="001A2FEA" w:rsidRPr="00576034" w:rsidRDefault="001A2FEA"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Pr>
        <w:rStyle w:val="Seitenzahl"/>
      </w:rPr>
      <w:instrText>PAGE</w:instrText>
    </w:r>
    <w:r w:rsidRPr="00576034">
      <w:rPr>
        <w:rStyle w:val="Seitenzahl"/>
      </w:rPr>
      <w:instrText xml:space="preserve"> </w:instrText>
    </w:r>
    <w:r w:rsidRPr="00576034">
      <w:rPr>
        <w:rStyle w:val="Seitenzahl"/>
      </w:rPr>
      <w:fldChar w:fldCharType="separate"/>
    </w:r>
    <w:r w:rsidR="006B6DB7">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Pr>
        <w:rStyle w:val="Seitenzahl"/>
      </w:rPr>
      <w:instrText>NUMPAGES</w:instrText>
    </w:r>
    <w:r w:rsidRPr="00576034">
      <w:rPr>
        <w:rStyle w:val="Seitenzahl"/>
      </w:rPr>
      <w:instrText xml:space="preserve"> </w:instrText>
    </w:r>
    <w:r w:rsidRPr="00576034">
      <w:rPr>
        <w:rStyle w:val="Seitenzahl"/>
      </w:rPr>
      <w:fldChar w:fldCharType="separate"/>
    </w:r>
    <w:r w:rsidR="006B6DB7">
      <w:rPr>
        <w:rStyle w:val="Seitenzahl"/>
        <w:noProof/>
      </w:rPr>
      <w:t>2</w:t>
    </w:r>
    <w:r w:rsidRPr="00576034">
      <w:rPr>
        <w:rStyle w:val="Seitenzahl"/>
      </w:rPr>
      <w:fldChar w:fldCharType="end"/>
    </w:r>
  </w:p>
  <w:p w14:paraId="31B3369C" w14:textId="77777777" w:rsidR="001A2FEA" w:rsidRPr="008D75F7" w:rsidRDefault="001A2FEA" w:rsidP="008D75F7">
    <w:pPr>
      <w:pStyle w:val="Kopfzeile"/>
      <w:jc w:val="right"/>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BBD"/>
    <w:rsid w:val="00031541"/>
    <w:rsid w:val="00055CEF"/>
    <w:rsid w:val="00066E29"/>
    <w:rsid w:val="00067392"/>
    <w:rsid w:val="000C51C1"/>
    <w:rsid w:val="000D379E"/>
    <w:rsid w:val="00102F02"/>
    <w:rsid w:val="00105E8E"/>
    <w:rsid w:val="001100FE"/>
    <w:rsid w:val="00121509"/>
    <w:rsid w:val="00163D0A"/>
    <w:rsid w:val="00194989"/>
    <w:rsid w:val="001A02FD"/>
    <w:rsid w:val="001A2FEA"/>
    <w:rsid w:val="00204334"/>
    <w:rsid w:val="00290C27"/>
    <w:rsid w:val="00294697"/>
    <w:rsid w:val="002A1F8D"/>
    <w:rsid w:val="002B5C30"/>
    <w:rsid w:val="002E1854"/>
    <w:rsid w:val="002F5340"/>
    <w:rsid w:val="0030710B"/>
    <w:rsid w:val="00310272"/>
    <w:rsid w:val="003169FD"/>
    <w:rsid w:val="003516FF"/>
    <w:rsid w:val="003B569A"/>
    <w:rsid w:val="003D0D50"/>
    <w:rsid w:val="003D4D04"/>
    <w:rsid w:val="003D63B2"/>
    <w:rsid w:val="0042754B"/>
    <w:rsid w:val="00473F70"/>
    <w:rsid w:val="004A668F"/>
    <w:rsid w:val="004C2834"/>
    <w:rsid w:val="004D6012"/>
    <w:rsid w:val="004E2543"/>
    <w:rsid w:val="004F60B3"/>
    <w:rsid w:val="00535B20"/>
    <w:rsid w:val="0054057F"/>
    <w:rsid w:val="00541928"/>
    <w:rsid w:val="005B5A16"/>
    <w:rsid w:val="00602FC0"/>
    <w:rsid w:val="00643DB1"/>
    <w:rsid w:val="00664421"/>
    <w:rsid w:val="0067054D"/>
    <w:rsid w:val="006A6154"/>
    <w:rsid w:val="006B05FC"/>
    <w:rsid w:val="006B6DB7"/>
    <w:rsid w:val="006D0BBC"/>
    <w:rsid w:val="006F3FAB"/>
    <w:rsid w:val="0076443A"/>
    <w:rsid w:val="00787E5E"/>
    <w:rsid w:val="007A47D0"/>
    <w:rsid w:val="007D34A5"/>
    <w:rsid w:val="0080522C"/>
    <w:rsid w:val="00817B11"/>
    <w:rsid w:val="00820691"/>
    <w:rsid w:val="00866F06"/>
    <w:rsid w:val="00896D4A"/>
    <w:rsid w:val="008C1282"/>
    <w:rsid w:val="008D75F7"/>
    <w:rsid w:val="008E36AF"/>
    <w:rsid w:val="008E7FEB"/>
    <w:rsid w:val="00922881"/>
    <w:rsid w:val="0095086A"/>
    <w:rsid w:val="00991E83"/>
    <w:rsid w:val="009E4CEC"/>
    <w:rsid w:val="00A35394"/>
    <w:rsid w:val="00A42FC6"/>
    <w:rsid w:val="00A453B0"/>
    <w:rsid w:val="00A74B1A"/>
    <w:rsid w:val="00B03958"/>
    <w:rsid w:val="00B03A8A"/>
    <w:rsid w:val="00B41BBD"/>
    <w:rsid w:val="00B64E2D"/>
    <w:rsid w:val="00B73481"/>
    <w:rsid w:val="00B77AB6"/>
    <w:rsid w:val="00BA2D18"/>
    <w:rsid w:val="00BD1B09"/>
    <w:rsid w:val="00C450EC"/>
    <w:rsid w:val="00C74DB6"/>
    <w:rsid w:val="00C8388B"/>
    <w:rsid w:val="00C91F61"/>
    <w:rsid w:val="00CE5D4D"/>
    <w:rsid w:val="00CF753F"/>
    <w:rsid w:val="00D11A7D"/>
    <w:rsid w:val="00D16833"/>
    <w:rsid w:val="00D204DF"/>
    <w:rsid w:val="00D32519"/>
    <w:rsid w:val="00D32C91"/>
    <w:rsid w:val="00D33D7D"/>
    <w:rsid w:val="00D3487B"/>
    <w:rsid w:val="00D37EFC"/>
    <w:rsid w:val="00D570B8"/>
    <w:rsid w:val="00D63CD6"/>
    <w:rsid w:val="00DB5B91"/>
    <w:rsid w:val="00DE78AF"/>
    <w:rsid w:val="00DF59A8"/>
    <w:rsid w:val="00E36B11"/>
    <w:rsid w:val="00E54D58"/>
    <w:rsid w:val="00E63D75"/>
    <w:rsid w:val="00E71B95"/>
    <w:rsid w:val="00E90E28"/>
    <w:rsid w:val="00EC6EBB"/>
    <w:rsid w:val="00F11AAB"/>
    <w:rsid w:val="00F22AA3"/>
    <w:rsid w:val="00F24695"/>
    <w:rsid w:val="00F60720"/>
    <w:rsid w:val="00F607B0"/>
    <w:rsid w:val="00FA026A"/>
    <w:rsid w:val="00FA45AD"/>
    <w:rsid w:val="00FE7F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CB9B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Link">
    <w:name w:val="Hyperlink"/>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character" w:styleId="Kommentarzeichen">
    <w:name w:val="annotation reference"/>
    <w:basedOn w:val="Absatz-Standardschriftart"/>
    <w:rsid w:val="00067392"/>
    <w:rPr>
      <w:sz w:val="18"/>
      <w:szCs w:val="18"/>
    </w:rPr>
  </w:style>
  <w:style w:type="paragraph" w:styleId="Kommentartext">
    <w:name w:val="annotation text"/>
    <w:basedOn w:val="Standard"/>
    <w:link w:val="KommentartextZchn"/>
    <w:rsid w:val="00067392"/>
    <w:rPr>
      <w:sz w:val="24"/>
      <w:szCs w:val="24"/>
    </w:rPr>
  </w:style>
  <w:style w:type="character" w:customStyle="1" w:styleId="KommentartextZchn">
    <w:name w:val="Kommentartext Zchn"/>
    <w:basedOn w:val="Absatz-Standardschriftart"/>
    <w:link w:val="Kommentartext"/>
    <w:rsid w:val="00067392"/>
    <w:rPr>
      <w:sz w:val="24"/>
      <w:szCs w:val="24"/>
    </w:rPr>
  </w:style>
  <w:style w:type="paragraph" w:styleId="Kommentarthema">
    <w:name w:val="annotation subject"/>
    <w:basedOn w:val="Kommentartext"/>
    <w:next w:val="Kommentartext"/>
    <w:link w:val="KommentarthemaZchn"/>
    <w:rsid w:val="00067392"/>
    <w:rPr>
      <w:b/>
      <w:bCs/>
      <w:sz w:val="20"/>
      <w:szCs w:val="20"/>
    </w:rPr>
  </w:style>
  <w:style w:type="character" w:customStyle="1" w:styleId="KommentarthemaZchn">
    <w:name w:val="Kommentarthema Zchn"/>
    <w:basedOn w:val="KommentartextZchn"/>
    <w:link w:val="Kommentarthema"/>
    <w:rsid w:val="00067392"/>
    <w:rPr>
      <w:b/>
      <w:bCs/>
      <w:sz w:val="24"/>
      <w:szCs w:val="24"/>
    </w:rPr>
  </w:style>
  <w:style w:type="paragraph" w:styleId="Sprechblasentext">
    <w:name w:val="Balloon Text"/>
    <w:basedOn w:val="Standard"/>
    <w:link w:val="SprechblasentextZchn"/>
    <w:rsid w:val="00067392"/>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0673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ilke:Google%20Drive:Chawwerusch-PR:Pressemitteilungen:Vorlage_PI_E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HD:Users:silke:Google Drive:Chawwerusch-PR:Pressemitteilungen:Vorlage_PI_Ex.dotx</Template>
  <TotalTime>0</TotalTime>
  <Pages>2</Pages>
  <Words>400</Words>
  <Characters>2523</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2918</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Silke Bender</dc:creator>
  <cp:keywords/>
  <dc:description/>
  <cp:lastModifiedBy>Miriam Grimm</cp:lastModifiedBy>
  <cp:revision>4</cp:revision>
  <cp:lastPrinted>2018-08-16T08:41:00Z</cp:lastPrinted>
  <dcterms:created xsi:type="dcterms:W3CDTF">2018-08-21T11:55:00Z</dcterms:created>
  <dcterms:modified xsi:type="dcterms:W3CDTF">2019-02-28T14:55:00Z</dcterms:modified>
</cp:coreProperties>
</file>