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A95E7" w14:textId="77777777" w:rsidR="007D34A5" w:rsidRDefault="007D34A5"/>
    <w:p w14:paraId="0EA5AABE" w14:textId="50AE3AAB" w:rsidR="007D34A5" w:rsidRPr="000F0FCF" w:rsidRDefault="002629B0" w:rsidP="007D34A5">
      <w:pPr>
        <w:pStyle w:val="berschrift1"/>
      </w:pPr>
      <w:r>
        <w:t>Mit Genie, Begeisterung und ohne PS</w:t>
      </w:r>
    </w:p>
    <w:p w14:paraId="0493FD30" w14:textId="774DD65A" w:rsidR="007D34A5" w:rsidRDefault="008F632C" w:rsidP="000D379E">
      <w:pPr>
        <w:pStyle w:val="berschrift2"/>
      </w:pPr>
      <w:r>
        <w:t>Expedition Chawwerusch zeigt „Lauf Rad</w:t>
      </w:r>
      <w:r w:rsidR="00652437">
        <w:t>,</w:t>
      </w:r>
      <w:r>
        <w:t xml:space="preserve"> lauf“</w:t>
      </w:r>
    </w:p>
    <w:p w14:paraId="3C64DCD3" w14:textId="77777777" w:rsidR="007D34A5" w:rsidRDefault="007D34A5" w:rsidP="007D34A5"/>
    <w:p w14:paraId="6F1DDE42" w14:textId="753C3913" w:rsidR="002629B0" w:rsidRDefault="002629B0" w:rsidP="007D34A5">
      <w:pPr>
        <w:spacing w:line="360" w:lineRule="auto"/>
      </w:pPr>
      <w:r>
        <w:t xml:space="preserve">Die </w:t>
      </w:r>
      <w:r w:rsidR="004970F9">
        <w:t>j</w:t>
      </w:r>
      <w:r>
        <w:t xml:space="preserve">unge Sparte des Chawwerusch Theaters aus </w:t>
      </w:r>
      <w:proofErr w:type="spellStart"/>
      <w:r>
        <w:t>Herxheim</w:t>
      </w:r>
      <w:proofErr w:type="spellEnd"/>
      <w:r>
        <w:t xml:space="preserve"> erzählt in ihrer neuen Produktion „Lauf Rad, lauf“ von einem genialen Jungen und seiner furchtlosen Schwester, die gar nicht genug Abenteuer erleben können und dabei sogar noch großartige Erfindungen machen. Der Junge heißt Karl </w:t>
      </w:r>
      <w:proofErr w:type="spellStart"/>
      <w:r>
        <w:t>Drais</w:t>
      </w:r>
      <w:proofErr w:type="spellEnd"/>
      <w:r>
        <w:t xml:space="preserve"> und das Stück</w:t>
      </w:r>
      <w:r w:rsidR="00E9607F">
        <w:t xml:space="preserve"> wird empfohlen für alle</w:t>
      </w:r>
      <w:r w:rsidR="00652437">
        <w:t xml:space="preserve"> ab zehn Jahren</w:t>
      </w:r>
      <w:r w:rsidR="00E9607F">
        <w:t>.</w:t>
      </w:r>
      <w:r w:rsidR="00652437">
        <w:t xml:space="preserve"> </w:t>
      </w:r>
    </w:p>
    <w:p w14:paraId="6D180B81" w14:textId="7AC67B2B" w:rsidR="006D3CD1" w:rsidRDefault="006D3CD1" w:rsidP="004B05F1">
      <w:pPr>
        <w:spacing w:before="240" w:line="360" w:lineRule="auto"/>
      </w:pPr>
      <w:r>
        <w:t>Karl Drai</w:t>
      </w:r>
      <w:r w:rsidR="00C93365">
        <w:t>s?</w:t>
      </w:r>
      <w:r>
        <w:t xml:space="preserve"> </w:t>
      </w:r>
      <w:r w:rsidR="00C93365">
        <w:t xml:space="preserve">Von dem </w:t>
      </w:r>
      <w:r>
        <w:t>Karlsruher Erfinder aus dem 19</w:t>
      </w:r>
      <w:r w:rsidR="00DA4E5A">
        <w:t>.</w:t>
      </w:r>
      <w:r>
        <w:t xml:space="preserve"> Jahrhundert</w:t>
      </w:r>
      <w:r w:rsidR="00C93365">
        <w:t xml:space="preserve"> – </w:t>
      </w:r>
      <w:r>
        <w:t xml:space="preserve">der mit dem Laufrad – </w:t>
      </w:r>
      <w:r w:rsidR="00C93365">
        <w:t>hat</w:t>
      </w:r>
      <w:r>
        <w:t xml:space="preserve"> fast jeder schon einmal gehört hat. </w:t>
      </w:r>
      <w:r w:rsidR="004F727D">
        <w:t xml:space="preserve">Von seinem persönlichen Lebensweg und vor allem den frühen Jahren ist wenig bekannt. </w:t>
      </w:r>
      <w:r w:rsidR="00FA3CE6">
        <w:t xml:space="preserve">Autor </w:t>
      </w:r>
      <w:r>
        <w:t>Jean-Michel Räber hat</w:t>
      </w:r>
      <w:r w:rsidR="00B34B8C">
        <w:t xml:space="preserve"> </w:t>
      </w:r>
      <w:r>
        <w:t>die wenigen Fakten</w:t>
      </w:r>
      <w:r w:rsidR="004F727D">
        <w:t xml:space="preserve"> </w:t>
      </w:r>
      <w:r>
        <w:t xml:space="preserve">aufgegriffen und mit viel Fantasie und </w:t>
      </w:r>
      <w:r w:rsidR="00652437">
        <w:t>Gespür für</w:t>
      </w:r>
      <w:r>
        <w:t xml:space="preserve"> </w:t>
      </w:r>
      <w:r w:rsidR="00E143E6">
        <w:t>kindliche Neugierde und</w:t>
      </w:r>
      <w:r>
        <w:t xml:space="preserve"> Entdeckergeist ein Theaterstück über Drais‘ Kinder- und Jugendjahre mit</w:t>
      </w:r>
      <w:r w:rsidR="00407889">
        <w:t xml:space="preserve"> </w:t>
      </w:r>
      <w:r w:rsidR="00E143E6">
        <w:t>Vater und Schwester Amalia</w:t>
      </w:r>
      <w:r>
        <w:t xml:space="preserve"> geschrieben. Warum das alles so </w:t>
      </w:r>
      <w:r w:rsidR="004F727D">
        <w:t>spannend</w:t>
      </w:r>
      <w:r>
        <w:t xml:space="preserve"> und </w:t>
      </w:r>
      <w:r w:rsidR="00E143E6">
        <w:t>dieser Karl „einfach ein Teufelskerl“ war,</w:t>
      </w:r>
      <w:r>
        <w:t xml:space="preserve"> erzählen den Zuschau</w:t>
      </w:r>
      <w:r w:rsidR="00407889">
        <w:t>enden</w:t>
      </w:r>
      <w:r>
        <w:t xml:space="preserve"> die drei </w:t>
      </w:r>
      <w:r w:rsidR="00CE77B3">
        <w:t>Fa</w:t>
      </w:r>
      <w:r w:rsidR="00FB1ABA">
        <w:t>h</w:t>
      </w:r>
      <w:r w:rsidR="00CE77B3">
        <w:t>rradfahrer</w:t>
      </w:r>
      <w:r w:rsidR="00E143E6">
        <w:t xml:space="preserve"> Renner</w:t>
      </w:r>
      <w:r w:rsidR="00B34B8C">
        <w:t xml:space="preserve"> (Thomas Kölsch)</w:t>
      </w:r>
      <w:r w:rsidR="00E143E6">
        <w:t>, Cross</w:t>
      </w:r>
      <w:r w:rsidR="00B34B8C">
        <w:t xml:space="preserve"> (Miriam Grimm)</w:t>
      </w:r>
      <w:r w:rsidR="00E143E6">
        <w:t xml:space="preserve"> und Holler</w:t>
      </w:r>
      <w:r w:rsidR="00B34B8C">
        <w:t xml:space="preserve"> (Stephan </w:t>
      </w:r>
      <w:proofErr w:type="spellStart"/>
      <w:r w:rsidR="00B34B8C">
        <w:t>Wriecz</w:t>
      </w:r>
      <w:proofErr w:type="spellEnd"/>
      <w:r w:rsidR="00B34B8C">
        <w:t>)</w:t>
      </w:r>
      <w:r w:rsidR="004F727D">
        <w:t>.</w:t>
      </w:r>
      <w:r w:rsidR="00E143E6">
        <w:t xml:space="preserve"> </w:t>
      </w:r>
      <w:r w:rsidR="00FB1ABA">
        <w:t xml:space="preserve">Voller </w:t>
      </w:r>
      <w:r w:rsidR="00DA4E5A">
        <w:t xml:space="preserve">Bewunderung </w:t>
      </w:r>
      <w:r w:rsidR="004F727D">
        <w:t xml:space="preserve">für die </w:t>
      </w:r>
      <w:r w:rsidR="00407889">
        <w:t xml:space="preserve">genialen </w:t>
      </w:r>
      <w:r w:rsidR="004F727D">
        <w:t>Ideen der beiden Geschwister</w:t>
      </w:r>
      <w:r w:rsidR="00407889">
        <w:t xml:space="preserve"> tollen</w:t>
      </w:r>
      <w:r w:rsidR="00FB1ABA">
        <w:t xml:space="preserve"> sie</w:t>
      </w:r>
      <w:r w:rsidR="00407889">
        <w:t xml:space="preserve"> energiegeladen</w:t>
      </w:r>
      <w:r w:rsidR="00FB1ABA">
        <w:t xml:space="preserve"> über die Bühne, müssen aber</w:t>
      </w:r>
      <w:r w:rsidR="004F727D">
        <w:t xml:space="preserve"> auch </w:t>
      </w:r>
      <w:r w:rsidR="00FB1ABA">
        <w:t>zugeben,</w:t>
      </w:r>
      <w:r w:rsidR="004F727D">
        <w:t xml:space="preserve"> dass einiges „ganz schön </w:t>
      </w:r>
      <w:r w:rsidR="00DA4E5A">
        <w:t xml:space="preserve">merkwürdig </w:t>
      </w:r>
      <w:r w:rsidR="004F727D">
        <w:t>war“ damals.</w:t>
      </w:r>
    </w:p>
    <w:p w14:paraId="19DFBB92" w14:textId="2B700F5E" w:rsidR="00B34B8C" w:rsidRPr="00B34B8C" w:rsidRDefault="009D4F2A" w:rsidP="00B34B8C">
      <w:pPr>
        <w:spacing w:before="240" w:line="360" w:lineRule="auto"/>
      </w:pPr>
      <w:r>
        <w:t>Da sind zum Beispiel die strengen Regeln</w:t>
      </w:r>
      <w:r w:rsidR="00305818">
        <w:t>,</w:t>
      </w:r>
      <w:r>
        <w:t xml:space="preserve"> </w:t>
      </w:r>
      <w:r w:rsidR="00E5698E">
        <w:t xml:space="preserve">mit denen lebhaften Kindern das Spielen und </w:t>
      </w:r>
      <w:proofErr w:type="spellStart"/>
      <w:r w:rsidR="00652437">
        <w:t>Fröhlichsein</w:t>
      </w:r>
      <w:proofErr w:type="spellEnd"/>
      <w:r w:rsidR="00E5698E">
        <w:t xml:space="preserve"> schwer gemacht wurde. D</w:t>
      </w:r>
      <w:r>
        <w:t xml:space="preserve">er Vater, verwitweter </w:t>
      </w:r>
      <w:r w:rsidR="009B0922">
        <w:t>Polizeidirektor</w:t>
      </w:r>
      <w:r>
        <w:t xml:space="preserve"> in Karlsruhe</w:t>
      </w:r>
      <w:r w:rsidR="009B0922">
        <w:t>,</w:t>
      </w:r>
      <w:r>
        <w:t xml:space="preserve"> </w:t>
      </w:r>
      <w:r w:rsidR="00E5698E">
        <w:t>wünscht sich nur</w:t>
      </w:r>
      <w:r>
        <w:t xml:space="preserve">, dass sein Sohn am Tisch stillsitzt, brav in der Schule lernt und später Forstbeamter wird. Karl und Amalia sind aber alles andere als still und </w:t>
      </w:r>
      <w:r w:rsidR="00C93365">
        <w:t>angepasst</w:t>
      </w:r>
      <w:r w:rsidR="003B1BA0">
        <w:t>.</w:t>
      </w:r>
      <w:r w:rsidR="00C93365">
        <w:t xml:space="preserve"> </w:t>
      </w:r>
      <w:r w:rsidR="003B1BA0">
        <w:t>W</w:t>
      </w:r>
      <w:r>
        <w:t xml:space="preserve">enn es dem Papa zu viel wird, </w:t>
      </w:r>
      <w:r w:rsidR="00E5698E">
        <w:t>weiß er sich keinen anderen Rat, als die beiden in einen Schrank zu sperren. Da</w:t>
      </w:r>
      <w:r w:rsidR="00FB1ABA">
        <w:t>rin</w:t>
      </w:r>
      <w:r w:rsidR="00E5698E">
        <w:t xml:space="preserve"> sitzen die beiden leider öfter. Gott sei Dank sind sie zu zweit und können sich gegenseitig Geschichten erzählen</w:t>
      </w:r>
      <w:r w:rsidR="00DA4E5A">
        <w:t xml:space="preserve"> und gemeinsam Ideen austüfteln. </w:t>
      </w:r>
      <w:r w:rsidR="00E5698E">
        <w:t xml:space="preserve">Zum Beispiel vom Fliegen und was es bräuchte, </w:t>
      </w:r>
      <w:r w:rsidR="00D63417">
        <w:t xml:space="preserve">damit </w:t>
      </w:r>
      <w:r w:rsidR="00E5698E">
        <w:t xml:space="preserve">ihr </w:t>
      </w:r>
      <w:proofErr w:type="spellStart"/>
      <w:r w:rsidR="00E5698E">
        <w:t>oller</w:t>
      </w:r>
      <w:proofErr w:type="spellEnd"/>
      <w:r w:rsidR="00E5698E">
        <w:t xml:space="preserve"> Schrank ein Flugschrank wird, in dem sie einfach abheben könnten</w:t>
      </w:r>
      <w:r w:rsidR="003214A7">
        <w:t>,</w:t>
      </w:r>
      <w:r w:rsidR="00F4376F">
        <w:t xml:space="preserve"> um in fremde Länder zu fliegen. </w:t>
      </w:r>
      <w:r w:rsidR="00DA4E5A">
        <w:t xml:space="preserve">Plötzlich huschen Giraffen und Krokodile über die Schrankwand, eine Dampfmaschine fährt durchs Kinderzimmer und Amalia träumt von einem Land </w:t>
      </w:r>
      <w:r w:rsidR="00E5698E">
        <w:t xml:space="preserve">ganz im Süden, das </w:t>
      </w:r>
      <w:r w:rsidR="005730A2">
        <w:t>nur</w:t>
      </w:r>
      <w:r w:rsidR="00E5698E">
        <w:t xml:space="preserve"> aus Eis besteht. </w:t>
      </w:r>
      <w:r w:rsidR="003B1BA0">
        <w:t>E</w:t>
      </w:r>
      <w:r w:rsidR="00E5698E">
        <w:t xml:space="preserve">gal wo </w:t>
      </w:r>
      <w:r w:rsidR="003B1BA0">
        <w:t>sie</w:t>
      </w:r>
      <w:r w:rsidR="00E5698E">
        <w:t xml:space="preserve"> gerade sind, sie entdecken ständig neue Dinge, die in ihrem Kopf ganz von selbst zu Ideen weitergesponnen und auf dem Papier zu revolutionären </w:t>
      </w:r>
      <w:r w:rsidR="009B0922">
        <w:t>Konstruktionen werden</w:t>
      </w:r>
      <w:r w:rsidR="00A43A29">
        <w:t>. Karls „Laufmaschine“ wird anfangs entweder verlacht oder als lustiger Zeitvertreib abgetan. Aber er und seine Schwester wissen, dass damit das Leben</w:t>
      </w:r>
      <w:r w:rsidR="00B34B8C">
        <w:t xml:space="preserve"> vieler Menschen</w:t>
      </w:r>
      <w:r w:rsidR="00A43A29">
        <w:t xml:space="preserve"> ein ganzes Stück </w:t>
      </w:r>
      <w:r w:rsidR="00A43A29">
        <w:lastRenderedPageBreak/>
        <w:t xml:space="preserve">leichter werden kann und </w:t>
      </w:r>
      <w:r w:rsidR="00B34B8C">
        <w:t xml:space="preserve">sie lassen sich nicht unterkriegen, denn </w:t>
      </w:r>
      <w:r w:rsidR="00B34B8C" w:rsidRPr="00B34B8C">
        <w:t>„</w:t>
      </w:r>
      <w:r w:rsidR="00B34B8C" w:rsidRPr="00B34B8C">
        <w:rPr>
          <w:color w:val="000000"/>
        </w:rPr>
        <w:t>irgendeiner hat doch irgendwann das Feuer erfunden</w:t>
      </w:r>
      <w:r w:rsidR="00F4376F">
        <w:rPr>
          <w:color w:val="000000"/>
        </w:rPr>
        <w:t>!</w:t>
      </w:r>
      <w:r w:rsidR="00B34B8C" w:rsidRPr="00B34B8C">
        <w:t>“</w:t>
      </w:r>
    </w:p>
    <w:p w14:paraId="298A8365" w14:textId="22667F59" w:rsidR="004B05F1" w:rsidRDefault="00284A42" w:rsidP="00E9607F">
      <w:pPr>
        <w:spacing w:before="240" w:line="360" w:lineRule="auto"/>
      </w:pPr>
      <w:r>
        <w:t xml:space="preserve">Die Inszenierung von Andreas Krüger </w:t>
      </w:r>
      <w:r w:rsidR="002E6806">
        <w:t xml:space="preserve">(Regie und Musik) </w:t>
      </w:r>
      <w:r>
        <w:t>hat vor allem das Ziel, die</w:t>
      </w:r>
      <w:r w:rsidR="00B34B8C">
        <w:t xml:space="preserve"> Kraft der kindlichen Fantasie und di</w:t>
      </w:r>
      <w:r>
        <w:t>e</w:t>
      </w:r>
      <w:r w:rsidR="00B34B8C">
        <w:t xml:space="preserve"> Freude am spielerischen Ausprobieren</w:t>
      </w:r>
      <w:r>
        <w:t xml:space="preserve"> zum Ausdruck zu bringen. </w:t>
      </w:r>
    </w:p>
    <w:p w14:paraId="002534AF" w14:textId="77777777" w:rsidR="00E9607F" w:rsidRDefault="00E9607F" w:rsidP="00E9607F">
      <w:pPr>
        <w:spacing w:before="240" w:line="360" w:lineRule="auto"/>
      </w:pPr>
      <w:r>
        <w:t>Ein Stück für die ganze Familie, das erzählt, wie eine kleine Idee die Welt veränderte.</w:t>
      </w:r>
    </w:p>
    <w:p w14:paraId="2E62C5F6" w14:textId="77777777" w:rsidR="00E9607F" w:rsidRPr="00CE5D4D" w:rsidRDefault="00E9607F" w:rsidP="00E9607F">
      <w:pPr>
        <w:spacing w:line="360" w:lineRule="auto"/>
      </w:pPr>
    </w:p>
    <w:p w14:paraId="1E51448A" w14:textId="77777777" w:rsidR="00E9607F" w:rsidRDefault="00E9607F" w:rsidP="00E9607F">
      <w:pPr>
        <w:rPr>
          <w:b/>
        </w:rPr>
      </w:pPr>
    </w:p>
    <w:p w14:paraId="2EBF1FA6" w14:textId="77777777" w:rsidR="00E9607F" w:rsidRPr="00CE5D4D" w:rsidRDefault="00E9607F" w:rsidP="00E9607F">
      <w:pPr>
        <w:pBdr>
          <w:bottom w:val="single" w:sz="4" w:space="1" w:color="auto"/>
        </w:pBdr>
        <w:rPr>
          <w:b/>
        </w:rPr>
      </w:pPr>
      <w:r w:rsidRPr="00CE5D4D">
        <w:rPr>
          <w:b/>
        </w:rPr>
        <w:t>Info:</w:t>
      </w:r>
    </w:p>
    <w:p w14:paraId="752E0203" w14:textId="77777777" w:rsidR="00E9607F" w:rsidRPr="00076C73" w:rsidRDefault="00E9607F" w:rsidP="00E9607F">
      <w:pPr>
        <w:autoSpaceDE w:val="0"/>
        <w:autoSpaceDN w:val="0"/>
        <w:adjustRightInd w:val="0"/>
        <w:rPr>
          <w:sz w:val="20"/>
          <w:szCs w:val="20"/>
        </w:rPr>
      </w:pPr>
      <w:r>
        <w:rPr>
          <w:sz w:val="20"/>
          <w:szCs w:val="20"/>
        </w:rPr>
        <w:t>Alle Termine und Infos zum Kartenvorverkauf unter www.chawwerusch.de.</w:t>
      </w:r>
    </w:p>
    <w:p w14:paraId="4803C28A" w14:textId="151C1944" w:rsidR="00AD4DEB" w:rsidRPr="00AD4DEB" w:rsidRDefault="00CE5D4D" w:rsidP="00AD4DEB">
      <w:pPr>
        <w:pStyle w:val="StandardWeb"/>
        <w:rPr>
          <w:rFonts w:ascii="Arial" w:hAnsi="Arial" w:cs="Arial"/>
          <w:sz w:val="22"/>
          <w:szCs w:val="22"/>
        </w:rPr>
      </w:pPr>
      <w:r w:rsidRPr="00AD4DEB">
        <w:rPr>
          <w:rFonts w:ascii="Arial" w:hAnsi="Arial" w:cs="Arial"/>
          <w:b/>
          <w:sz w:val="22"/>
          <w:szCs w:val="22"/>
        </w:rPr>
        <w:t>„</w:t>
      </w:r>
      <w:r w:rsidR="00AD4DEB" w:rsidRPr="00AD4DEB">
        <w:rPr>
          <w:rFonts w:ascii="Arial" w:hAnsi="Arial" w:cs="Arial"/>
          <w:b/>
          <w:sz w:val="22"/>
          <w:szCs w:val="22"/>
        </w:rPr>
        <w:t>Lauf Rad, lauf</w:t>
      </w:r>
      <w:r w:rsidRPr="00AD4DEB">
        <w:rPr>
          <w:rFonts w:ascii="Arial" w:hAnsi="Arial" w:cs="Arial"/>
          <w:b/>
          <w:sz w:val="22"/>
          <w:szCs w:val="22"/>
        </w:rPr>
        <w:t>“</w:t>
      </w:r>
      <w:r w:rsidR="00AD4DEB" w:rsidRPr="00AD4DEB">
        <w:rPr>
          <w:rFonts w:ascii="Arial" w:hAnsi="Arial" w:cs="Arial"/>
          <w:b/>
          <w:sz w:val="22"/>
          <w:szCs w:val="22"/>
        </w:rPr>
        <w:t xml:space="preserve"> ist ein </w:t>
      </w:r>
      <w:r w:rsidR="00AD4DEB" w:rsidRPr="00AD4DEB">
        <w:rPr>
          <w:rFonts w:ascii="Arial" w:hAnsi="Arial" w:cs="Arial"/>
          <w:sz w:val="22"/>
          <w:szCs w:val="22"/>
        </w:rPr>
        <w:t>Kooperationsprojekt mit der</w:t>
      </w:r>
      <w:r w:rsidR="00AD4DEB">
        <w:rPr>
          <w:rFonts w:ascii="Arial" w:hAnsi="Arial" w:cs="Arial"/>
          <w:sz w:val="22"/>
          <w:szCs w:val="22"/>
        </w:rPr>
        <w:t xml:space="preserve"> Landeszentrale für Umweltaufklärung Rheinland-Pfalz</w:t>
      </w:r>
      <w:r w:rsidR="00AD4DEB">
        <w:rPr>
          <w:i/>
          <w:iCs/>
        </w:rPr>
        <w:t>.</w:t>
      </w:r>
      <w:r w:rsidR="00305818">
        <w:rPr>
          <w:i/>
          <w:iCs/>
        </w:rPr>
        <w:t xml:space="preserve"> </w:t>
      </w:r>
      <w:r w:rsidR="00AD4DEB" w:rsidRPr="00AD4DEB">
        <w:rPr>
          <w:rFonts w:ascii="Arial" w:hAnsi="Arial" w:cs="Arial"/>
          <w:sz w:val="22"/>
          <w:szCs w:val="22"/>
        </w:rPr>
        <w:t>Die Produktion wird gefördert vom</w:t>
      </w:r>
      <w:r w:rsidR="00AD4DEB">
        <w:rPr>
          <w:rFonts w:ascii="Arial" w:hAnsi="Arial" w:cs="Arial"/>
          <w:sz w:val="22"/>
          <w:szCs w:val="22"/>
        </w:rPr>
        <w:t xml:space="preserve"> Ministerium für Familie, Frauen, Kultur und Integration Rheinland-Pfalz,</w:t>
      </w:r>
      <w:r w:rsidR="00AD4DEB" w:rsidRPr="00AD4DEB">
        <w:rPr>
          <w:rFonts w:ascii="Arial" w:hAnsi="Arial" w:cs="Arial"/>
          <w:sz w:val="22"/>
          <w:szCs w:val="22"/>
        </w:rPr>
        <w:t xml:space="preserve"> durch die Beauftragte der Bundesregierung für Kultur und Medien im Rahmen des Programms</w:t>
      </w:r>
      <w:r w:rsidR="00AD4DEB">
        <w:rPr>
          <w:rFonts w:ascii="Arial" w:hAnsi="Arial" w:cs="Arial"/>
          <w:sz w:val="22"/>
          <w:szCs w:val="22"/>
        </w:rPr>
        <w:t xml:space="preserve"> NEUSTART KULTUR </w:t>
      </w:r>
      <w:r w:rsidR="00AD4DEB" w:rsidRPr="00AD4DEB">
        <w:rPr>
          <w:rFonts w:ascii="Arial" w:hAnsi="Arial" w:cs="Arial"/>
          <w:sz w:val="22"/>
          <w:szCs w:val="22"/>
        </w:rPr>
        <w:t>vom</w:t>
      </w:r>
      <w:r w:rsidR="00AD4DEB">
        <w:rPr>
          <w:rFonts w:ascii="Arial" w:hAnsi="Arial" w:cs="Arial"/>
          <w:sz w:val="22"/>
          <w:szCs w:val="22"/>
        </w:rPr>
        <w:t xml:space="preserve"> deutschen Bühnenverein</w:t>
      </w:r>
      <w:r w:rsidR="00AD4DEB" w:rsidRPr="00AD4DEB">
        <w:rPr>
          <w:rFonts w:ascii="Arial" w:hAnsi="Arial" w:cs="Arial"/>
          <w:sz w:val="22"/>
          <w:szCs w:val="22"/>
        </w:rPr>
        <w:t xml:space="preserve"> und den</w:t>
      </w:r>
      <w:r w:rsidR="00AD4DEB">
        <w:rPr>
          <w:rFonts w:ascii="Arial" w:hAnsi="Arial" w:cs="Arial"/>
          <w:sz w:val="22"/>
          <w:szCs w:val="22"/>
        </w:rPr>
        <w:t xml:space="preserve"> Unterstützer*innen</w:t>
      </w:r>
      <w:r w:rsidR="00AD4DEB" w:rsidRPr="00AD4DEB">
        <w:rPr>
          <w:rFonts w:ascii="Arial" w:hAnsi="Arial" w:cs="Arial"/>
          <w:sz w:val="22"/>
          <w:szCs w:val="22"/>
        </w:rPr>
        <w:t xml:space="preserve"> der</w:t>
      </w:r>
      <w:r w:rsidR="00AD4DEB">
        <w:rPr>
          <w:rFonts w:ascii="Arial" w:hAnsi="Arial" w:cs="Arial"/>
          <w:sz w:val="22"/>
          <w:szCs w:val="22"/>
        </w:rPr>
        <w:t xml:space="preserve"> Expedition Chawwerusch.</w:t>
      </w:r>
      <w:r w:rsidR="00AD4DEB">
        <w:rPr>
          <w:rFonts w:ascii="Arial" w:hAnsi="Arial" w:cs="Arial"/>
          <w:sz w:val="22"/>
          <w:szCs w:val="22"/>
        </w:rPr>
        <w:br/>
      </w:r>
      <w:r w:rsidR="00AD4DEB" w:rsidRPr="00AD4DEB">
        <w:rPr>
          <w:rFonts w:ascii="Arial" w:hAnsi="Arial" w:cs="Arial"/>
          <w:b/>
          <w:sz w:val="22"/>
          <w:szCs w:val="22"/>
        </w:rPr>
        <w:t xml:space="preserve">Das Chawwerusch dankt </w:t>
      </w:r>
      <w:r w:rsidR="00AD4DEB" w:rsidRPr="00AD4DEB">
        <w:rPr>
          <w:rFonts w:ascii="Arial" w:hAnsi="Arial" w:cs="Arial"/>
          <w:bCs/>
          <w:sz w:val="22"/>
          <w:szCs w:val="22"/>
        </w:rPr>
        <w:t>der</w:t>
      </w:r>
      <w:r w:rsidRPr="00AD4DEB">
        <w:rPr>
          <w:rFonts w:ascii="Arial" w:hAnsi="Arial" w:cs="Arial"/>
          <w:sz w:val="22"/>
          <w:szCs w:val="22"/>
        </w:rPr>
        <w:t xml:space="preserve"> Sparkasse</w:t>
      </w:r>
      <w:r w:rsidR="00D91FB3" w:rsidRPr="00AD4DEB">
        <w:rPr>
          <w:rFonts w:ascii="Arial" w:hAnsi="Arial" w:cs="Arial"/>
          <w:sz w:val="22"/>
          <w:szCs w:val="22"/>
        </w:rPr>
        <w:t xml:space="preserve"> Südpfalz</w:t>
      </w:r>
      <w:r w:rsidRPr="00AD4DEB">
        <w:rPr>
          <w:rFonts w:ascii="Arial" w:hAnsi="Arial" w:cs="Arial"/>
          <w:sz w:val="22"/>
          <w:szCs w:val="22"/>
        </w:rPr>
        <w:t>, der Lotto Stiftung Rheinland-Pfalz</w:t>
      </w:r>
      <w:r w:rsidR="00AD4DEB" w:rsidRPr="00AD4DEB">
        <w:rPr>
          <w:rFonts w:ascii="Arial" w:hAnsi="Arial" w:cs="Arial"/>
          <w:sz w:val="22"/>
          <w:szCs w:val="22"/>
        </w:rPr>
        <w:t xml:space="preserve"> und</w:t>
      </w:r>
      <w:r w:rsidR="00D91FB3" w:rsidRPr="00AD4DEB">
        <w:rPr>
          <w:rFonts w:ascii="Arial" w:hAnsi="Arial" w:cs="Arial"/>
          <w:sz w:val="22"/>
          <w:szCs w:val="22"/>
        </w:rPr>
        <w:t xml:space="preserve"> dem Bezirksverband Pfalz</w:t>
      </w:r>
      <w:r w:rsidR="00AD4DEB" w:rsidRPr="00AD4DEB">
        <w:rPr>
          <w:rFonts w:ascii="Arial" w:hAnsi="Arial" w:cs="Arial"/>
          <w:sz w:val="22"/>
          <w:szCs w:val="22"/>
        </w:rPr>
        <w:t>.</w:t>
      </w:r>
    </w:p>
    <w:p w14:paraId="534B0E09" w14:textId="005C18D5" w:rsidR="00C450EC" w:rsidRPr="00AD4DEB" w:rsidRDefault="00C450EC" w:rsidP="007D34A5">
      <w:pPr>
        <w:spacing w:line="360" w:lineRule="auto"/>
      </w:pPr>
      <w:r w:rsidRPr="00AD4DEB">
        <w:t>______</w:t>
      </w:r>
    </w:p>
    <w:p w14:paraId="01664A50"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4C3D86C6"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F683E1B" w14:textId="77777777" w:rsidR="00C450EC" w:rsidRPr="007E117A" w:rsidRDefault="00C450EC" w:rsidP="007D34A5">
      <w:pPr>
        <w:spacing w:line="360" w:lineRule="auto"/>
      </w:pPr>
      <w:r>
        <w:t>________________________</w:t>
      </w:r>
    </w:p>
    <w:sectPr w:rsidR="00C450EC" w:rsidRPr="007E117A" w:rsidSect="007D34A5">
      <w:headerReference w:type="even" r:id="rId7"/>
      <w:headerReference w:type="default" r:id="rId8"/>
      <w:footerReference w:type="even" r:id="rId9"/>
      <w:footerReference w:type="default" r:id="rId10"/>
      <w:headerReference w:type="first" r:id="rId11"/>
      <w:footerReference w:type="first" r:id="rId12"/>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07508" w14:textId="77777777" w:rsidR="00BC3240" w:rsidRDefault="00BC3240">
      <w:r>
        <w:separator/>
      </w:r>
    </w:p>
  </w:endnote>
  <w:endnote w:type="continuationSeparator" w:id="0">
    <w:p w14:paraId="353A35E7" w14:textId="77777777" w:rsidR="00BC3240" w:rsidRDefault="00BC3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3D66" w14:textId="77777777" w:rsidR="00E9607F" w:rsidRDefault="00E960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DCEA"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065EA480"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BE8B" w14:textId="77777777" w:rsidR="00E9607F" w:rsidRDefault="00E960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159FA" w14:textId="77777777" w:rsidR="00BC3240" w:rsidRDefault="00BC3240">
      <w:r>
        <w:separator/>
      </w:r>
    </w:p>
  </w:footnote>
  <w:footnote w:type="continuationSeparator" w:id="0">
    <w:p w14:paraId="4B87EDEC" w14:textId="77777777" w:rsidR="00BC3240" w:rsidRDefault="00BC3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EE98" w14:textId="77777777" w:rsidR="00E9607F" w:rsidRDefault="00E960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FFB8" w14:textId="2484E757" w:rsidR="004E2543" w:rsidRDefault="004E2543" w:rsidP="007D34A5"/>
  <w:p w14:paraId="22C6E161" w14:textId="19ABCB26" w:rsidR="004E2543" w:rsidRPr="0067054D" w:rsidRDefault="00E9607F" w:rsidP="004A668F">
    <w:pPr>
      <w:pBdr>
        <w:bottom w:val="single" w:sz="4" w:space="1" w:color="auto"/>
      </w:pBdr>
      <w:outlineLvl w:val="0"/>
      <w:rPr>
        <w:b/>
        <w:bCs/>
        <w:sz w:val="46"/>
        <w:szCs w:val="48"/>
      </w:rPr>
    </w:pPr>
    <w:r>
      <w:rPr>
        <w:noProof/>
      </w:rPr>
      <w:drawing>
        <wp:anchor distT="0" distB="0" distL="114300" distR="114300" simplePos="0" relativeHeight="251659264" behindDoc="0" locked="0" layoutInCell="1" allowOverlap="1" wp14:anchorId="6C71E851" wp14:editId="07980BFA">
          <wp:simplePos x="0" y="0"/>
          <wp:positionH relativeFrom="margin">
            <wp:posOffset>4469976</wp:posOffset>
          </wp:positionH>
          <wp:positionV relativeFrom="margin">
            <wp:posOffset>-950807</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r w:rsidR="00AD4DEB">
      <w:rPr>
        <w:rFonts w:ascii="Arial Rounded MT Bold" w:hAnsi="Arial Rounded MT Bold"/>
        <w:noProof/>
        <w:color w:val="BFBFBF"/>
        <w:sz w:val="40"/>
        <w:szCs w:val="40"/>
      </w:rPr>
      <w:t>Lauf Rad, lauf</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42C10E2C"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03497B5A" w14:textId="3276169A" w:rsidR="004E2543" w:rsidRDefault="000D379E" w:rsidP="008D75F7">
    <w:pPr>
      <w:pStyle w:val="Kopfzeile"/>
      <w:jc w:val="right"/>
      <w:rPr>
        <w:sz w:val="20"/>
        <w:szCs w:val="20"/>
      </w:rPr>
    </w:pPr>
    <w:r>
      <w:rPr>
        <w:sz w:val="20"/>
        <w:szCs w:val="20"/>
      </w:rPr>
      <w:t xml:space="preserve"> </w:t>
    </w:r>
  </w:p>
  <w:p w14:paraId="350DE0E5" w14:textId="77777777" w:rsidR="004E2543" w:rsidRPr="008D75F7" w:rsidRDefault="004E2543" w:rsidP="008D75F7">
    <w:pPr>
      <w:pStyle w:val="Kopfzeile"/>
      <w:jc w:val="righ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09A5" w14:textId="77777777" w:rsidR="00E9607F" w:rsidRDefault="00E960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EB"/>
    <w:rsid w:val="00007773"/>
    <w:rsid w:val="00031541"/>
    <w:rsid w:val="000406C7"/>
    <w:rsid w:val="0005349D"/>
    <w:rsid w:val="00055CEF"/>
    <w:rsid w:val="00066E29"/>
    <w:rsid w:val="00076C73"/>
    <w:rsid w:val="000D379E"/>
    <w:rsid w:val="00102F02"/>
    <w:rsid w:val="00105E8E"/>
    <w:rsid w:val="001100FE"/>
    <w:rsid w:val="00110A7F"/>
    <w:rsid w:val="00121509"/>
    <w:rsid w:val="0014619E"/>
    <w:rsid w:val="001C5CC7"/>
    <w:rsid w:val="001E1951"/>
    <w:rsid w:val="00204334"/>
    <w:rsid w:val="002224AD"/>
    <w:rsid w:val="002629B0"/>
    <w:rsid w:val="0027261B"/>
    <w:rsid w:val="00282072"/>
    <w:rsid w:val="00284A42"/>
    <w:rsid w:val="0029197F"/>
    <w:rsid w:val="002929A3"/>
    <w:rsid w:val="00293107"/>
    <w:rsid w:val="00294697"/>
    <w:rsid w:val="002A1F8D"/>
    <w:rsid w:val="002A6A4A"/>
    <w:rsid w:val="002D7EE6"/>
    <w:rsid w:val="002E1854"/>
    <w:rsid w:val="002E6806"/>
    <w:rsid w:val="002F5340"/>
    <w:rsid w:val="00305818"/>
    <w:rsid w:val="003214A7"/>
    <w:rsid w:val="003437E7"/>
    <w:rsid w:val="00352E97"/>
    <w:rsid w:val="00356FDF"/>
    <w:rsid w:val="00374E92"/>
    <w:rsid w:val="003A6632"/>
    <w:rsid w:val="003B1BA0"/>
    <w:rsid w:val="003D4D04"/>
    <w:rsid w:val="003D63B2"/>
    <w:rsid w:val="003F3224"/>
    <w:rsid w:val="00407889"/>
    <w:rsid w:val="004259D6"/>
    <w:rsid w:val="0042754B"/>
    <w:rsid w:val="004970F9"/>
    <w:rsid w:val="004A668F"/>
    <w:rsid w:val="004B05F1"/>
    <w:rsid w:val="004C2834"/>
    <w:rsid w:val="004D5DC0"/>
    <w:rsid w:val="004D6012"/>
    <w:rsid w:val="004E2543"/>
    <w:rsid w:val="004F1F34"/>
    <w:rsid w:val="004F727D"/>
    <w:rsid w:val="00507E4A"/>
    <w:rsid w:val="00522DFB"/>
    <w:rsid w:val="0052549B"/>
    <w:rsid w:val="00535B20"/>
    <w:rsid w:val="00541928"/>
    <w:rsid w:val="005730A2"/>
    <w:rsid w:val="0057773C"/>
    <w:rsid w:val="005A4578"/>
    <w:rsid w:val="005B5A16"/>
    <w:rsid w:val="00602FC0"/>
    <w:rsid w:val="00643DB1"/>
    <w:rsid w:val="00652437"/>
    <w:rsid w:val="00664421"/>
    <w:rsid w:val="0067054D"/>
    <w:rsid w:val="0068392F"/>
    <w:rsid w:val="00691589"/>
    <w:rsid w:val="006A6154"/>
    <w:rsid w:val="006D0BBC"/>
    <w:rsid w:val="006D1635"/>
    <w:rsid w:val="006D3CD1"/>
    <w:rsid w:val="0076443A"/>
    <w:rsid w:val="00787E5E"/>
    <w:rsid w:val="007A47D0"/>
    <w:rsid w:val="007C3416"/>
    <w:rsid w:val="007D34A5"/>
    <w:rsid w:val="0080522C"/>
    <w:rsid w:val="008417F3"/>
    <w:rsid w:val="00866F06"/>
    <w:rsid w:val="00876A49"/>
    <w:rsid w:val="0089492A"/>
    <w:rsid w:val="008A59B4"/>
    <w:rsid w:val="008A65A9"/>
    <w:rsid w:val="008C1282"/>
    <w:rsid w:val="008D75F7"/>
    <w:rsid w:val="008F632C"/>
    <w:rsid w:val="00910F84"/>
    <w:rsid w:val="00922881"/>
    <w:rsid w:val="00991E83"/>
    <w:rsid w:val="00996599"/>
    <w:rsid w:val="009A4596"/>
    <w:rsid w:val="009B0922"/>
    <w:rsid w:val="009D4F2A"/>
    <w:rsid w:val="009E4CEC"/>
    <w:rsid w:val="00A03360"/>
    <w:rsid w:val="00A14C6A"/>
    <w:rsid w:val="00A43A29"/>
    <w:rsid w:val="00A452FB"/>
    <w:rsid w:val="00A453B0"/>
    <w:rsid w:val="00A677AC"/>
    <w:rsid w:val="00A73308"/>
    <w:rsid w:val="00A73B64"/>
    <w:rsid w:val="00A74B1A"/>
    <w:rsid w:val="00AC087E"/>
    <w:rsid w:val="00AD4DEB"/>
    <w:rsid w:val="00B02D7F"/>
    <w:rsid w:val="00B03958"/>
    <w:rsid w:val="00B03A8A"/>
    <w:rsid w:val="00B215D8"/>
    <w:rsid w:val="00B2161F"/>
    <w:rsid w:val="00B34B8C"/>
    <w:rsid w:val="00B467D6"/>
    <w:rsid w:val="00B77AB6"/>
    <w:rsid w:val="00BA2D18"/>
    <w:rsid w:val="00BB50D3"/>
    <w:rsid w:val="00BC1249"/>
    <w:rsid w:val="00BC3240"/>
    <w:rsid w:val="00BD1B69"/>
    <w:rsid w:val="00BF3C1C"/>
    <w:rsid w:val="00C450EC"/>
    <w:rsid w:val="00C566F0"/>
    <w:rsid w:val="00C61599"/>
    <w:rsid w:val="00C74DB6"/>
    <w:rsid w:val="00C8388B"/>
    <w:rsid w:val="00C91F61"/>
    <w:rsid w:val="00C93365"/>
    <w:rsid w:val="00CA786F"/>
    <w:rsid w:val="00CD43FF"/>
    <w:rsid w:val="00CE5D4D"/>
    <w:rsid w:val="00CE77B3"/>
    <w:rsid w:val="00CF753F"/>
    <w:rsid w:val="00D11A7D"/>
    <w:rsid w:val="00D1637B"/>
    <w:rsid w:val="00D204DF"/>
    <w:rsid w:val="00D22002"/>
    <w:rsid w:val="00D32519"/>
    <w:rsid w:val="00D32C91"/>
    <w:rsid w:val="00D3487B"/>
    <w:rsid w:val="00D37EFC"/>
    <w:rsid w:val="00D570B8"/>
    <w:rsid w:val="00D63417"/>
    <w:rsid w:val="00D63CD6"/>
    <w:rsid w:val="00D91FB3"/>
    <w:rsid w:val="00DA4E5A"/>
    <w:rsid w:val="00E143E6"/>
    <w:rsid w:val="00E15C47"/>
    <w:rsid w:val="00E36B11"/>
    <w:rsid w:val="00E54D58"/>
    <w:rsid w:val="00E5698E"/>
    <w:rsid w:val="00E63D75"/>
    <w:rsid w:val="00E71B95"/>
    <w:rsid w:val="00E9607F"/>
    <w:rsid w:val="00EC6EBB"/>
    <w:rsid w:val="00ED7EA3"/>
    <w:rsid w:val="00F05913"/>
    <w:rsid w:val="00F22AA3"/>
    <w:rsid w:val="00F24695"/>
    <w:rsid w:val="00F4376F"/>
    <w:rsid w:val="00F60720"/>
    <w:rsid w:val="00F955AB"/>
    <w:rsid w:val="00FA3CE6"/>
    <w:rsid w:val="00FA45AD"/>
    <w:rsid w:val="00FB1A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8C947B"/>
  <w15:docId w15:val="{4E7E99E8-4CC6-0C4F-9794-16117090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D4DEB"/>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AD4DEB"/>
    <w:rPr>
      <w:i/>
      <w:iCs/>
    </w:rPr>
  </w:style>
  <w:style w:type="character" w:styleId="NichtaufgelsteErwhnung">
    <w:name w:val="Unresolved Mention"/>
    <w:basedOn w:val="Absatz-Standardschriftart"/>
    <w:rsid w:val="00CA786F"/>
    <w:rPr>
      <w:color w:val="605E5C"/>
      <w:shd w:val="clear" w:color="auto" w:fill="E1DFDD"/>
    </w:rPr>
  </w:style>
  <w:style w:type="character" w:styleId="Kommentarzeichen">
    <w:name w:val="annotation reference"/>
    <w:basedOn w:val="Absatz-Standardschriftart"/>
    <w:semiHidden/>
    <w:unhideWhenUsed/>
    <w:rsid w:val="00305818"/>
    <w:rPr>
      <w:sz w:val="16"/>
      <w:szCs w:val="16"/>
    </w:rPr>
  </w:style>
  <w:style w:type="paragraph" w:styleId="Kommentartext">
    <w:name w:val="annotation text"/>
    <w:basedOn w:val="Standard"/>
    <w:link w:val="KommentartextZchn"/>
    <w:semiHidden/>
    <w:unhideWhenUsed/>
    <w:rsid w:val="00305818"/>
    <w:rPr>
      <w:sz w:val="20"/>
      <w:szCs w:val="20"/>
    </w:rPr>
  </w:style>
  <w:style w:type="character" w:customStyle="1" w:styleId="KommentartextZchn">
    <w:name w:val="Kommentartext Zchn"/>
    <w:basedOn w:val="Absatz-Standardschriftart"/>
    <w:link w:val="Kommentartext"/>
    <w:semiHidden/>
    <w:rsid w:val="00305818"/>
  </w:style>
  <w:style w:type="paragraph" w:styleId="Kommentarthema">
    <w:name w:val="annotation subject"/>
    <w:basedOn w:val="Kommentartext"/>
    <w:next w:val="Kommentartext"/>
    <w:link w:val="KommentarthemaZchn"/>
    <w:semiHidden/>
    <w:unhideWhenUsed/>
    <w:rsid w:val="00305818"/>
    <w:rPr>
      <w:b/>
      <w:bCs/>
    </w:rPr>
  </w:style>
  <w:style w:type="character" w:customStyle="1" w:styleId="KommentarthemaZchn">
    <w:name w:val="Kommentarthema Zchn"/>
    <w:basedOn w:val="KommentartextZchn"/>
    <w:link w:val="Kommentarthema"/>
    <w:semiHidden/>
    <w:rsid w:val="00305818"/>
    <w:rPr>
      <w:b/>
      <w:bCs/>
    </w:rPr>
  </w:style>
  <w:style w:type="paragraph" w:styleId="Sprechblasentext">
    <w:name w:val="Balloon Text"/>
    <w:basedOn w:val="Standard"/>
    <w:link w:val="SprechblasentextZchn"/>
    <w:semiHidden/>
    <w:unhideWhenUsed/>
    <w:rsid w:val="00DA4E5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A4E5A"/>
    <w:rPr>
      <w:rFonts w:ascii="Times New Roman" w:hAnsi="Times New Roman" w:cs="Times New Roman"/>
      <w:sz w:val="18"/>
      <w:szCs w:val="18"/>
    </w:rPr>
  </w:style>
  <w:style w:type="paragraph" w:styleId="berarbeitung">
    <w:name w:val="Revision"/>
    <w:hidden/>
    <w:uiPriority w:val="99"/>
    <w:semiHidden/>
    <w:rsid w:val="00DA4E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2</Pages>
  <Words>556</Words>
  <Characters>3509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4057</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3</cp:revision>
  <cp:lastPrinted>2012-05-07T21:07:00Z</cp:lastPrinted>
  <dcterms:created xsi:type="dcterms:W3CDTF">2021-08-16T16:21:00Z</dcterms:created>
  <dcterms:modified xsi:type="dcterms:W3CDTF">2021-08-16T16:26:00Z</dcterms:modified>
</cp:coreProperties>
</file>