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DB47D" w14:textId="77777777" w:rsidR="007D34A5" w:rsidRDefault="007D34A5"/>
    <w:p w14:paraId="5211F414" w14:textId="77777777" w:rsidR="007D34A5" w:rsidRPr="000F0FCF" w:rsidRDefault="00AC7C31" w:rsidP="007D34A5">
      <w:pPr>
        <w:pStyle w:val="berschrift1"/>
      </w:pPr>
      <w:r>
        <w:t xml:space="preserve">Von Fürstenwillkür und </w:t>
      </w:r>
      <w:r w:rsidR="0062203E">
        <w:t>Revolution in Bergzabern</w:t>
      </w:r>
    </w:p>
    <w:p w14:paraId="15CD86D9" w14:textId="77777777" w:rsidR="007D34A5" w:rsidRDefault="00025CF4" w:rsidP="000D379E">
      <w:pPr>
        <w:pStyle w:val="berschrift2"/>
      </w:pPr>
      <w:r>
        <w:t>Das Chawwerusch Freilicht-Stück „</w:t>
      </w:r>
      <w:proofErr w:type="spellStart"/>
      <w:r>
        <w:t>Liberté</w:t>
      </w:r>
      <w:proofErr w:type="spellEnd"/>
      <w:r>
        <w:t>, wir kommen!“ geht auf Sommertournee</w:t>
      </w:r>
    </w:p>
    <w:p w14:paraId="08BAF5AC" w14:textId="77777777" w:rsidR="007D34A5" w:rsidRDefault="007D34A5" w:rsidP="000A18B2">
      <w:pPr>
        <w:spacing w:after="120" w:line="360" w:lineRule="auto"/>
      </w:pPr>
    </w:p>
    <w:p w14:paraId="076F7BDD" w14:textId="40B078ED" w:rsidR="0072043D" w:rsidRPr="000A18B2" w:rsidRDefault="00181576" w:rsidP="000A18B2">
      <w:pPr>
        <w:spacing w:after="120" w:line="360" w:lineRule="auto"/>
      </w:pPr>
      <w:r>
        <w:t xml:space="preserve">Widerstand gegen Unterdrückung – Aufbruch in eine demokratische neue Zeit – </w:t>
      </w:r>
      <w:r w:rsidR="00102582">
        <w:t>r</w:t>
      </w:r>
      <w:r w:rsidR="006D3BA6">
        <w:t xml:space="preserve">egionale </w:t>
      </w:r>
      <w:r>
        <w:t xml:space="preserve">Geschichte </w:t>
      </w:r>
      <w:r w:rsidR="0062203E">
        <w:t xml:space="preserve">erwacht </w:t>
      </w:r>
      <w:r>
        <w:t>auf der Bühne zum Leb</w:t>
      </w:r>
      <w:r w:rsidR="0062203E">
        <w:t>en</w:t>
      </w:r>
      <w:r>
        <w:t xml:space="preserve">: </w:t>
      </w:r>
      <w:r w:rsidR="0072043D">
        <w:t xml:space="preserve">Am Freitag, 4. Juni </w:t>
      </w:r>
      <w:r w:rsidR="0095617B">
        <w:t xml:space="preserve">2021 </w:t>
      </w:r>
      <w:r w:rsidR="0072043D">
        <w:t>um 20 Uhr wird im Schlo</w:t>
      </w:r>
      <w:r w:rsidR="00AC7C31">
        <w:t>ss</w:t>
      </w:r>
      <w:r w:rsidR="0072043D">
        <w:t xml:space="preserve">hof in Bad </w:t>
      </w:r>
      <w:proofErr w:type="spellStart"/>
      <w:r w:rsidR="0072043D">
        <w:t>Bergzabern</w:t>
      </w:r>
      <w:proofErr w:type="spellEnd"/>
      <w:r w:rsidR="0072043D">
        <w:t xml:space="preserve"> „</w:t>
      </w:r>
      <w:proofErr w:type="spellStart"/>
      <w:r w:rsidR="0072043D">
        <w:t>Liberté</w:t>
      </w:r>
      <w:proofErr w:type="spellEnd"/>
      <w:r w:rsidR="0072043D">
        <w:t>, wir kommen!“ Premiere feiern</w:t>
      </w:r>
      <w:r w:rsidR="00F6395F">
        <w:t xml:space="preserve">. </w:t>
      </w:r>
      <w:r w:rsidR="00762B17">
        <w:t>Der Stücktext</w:t>
      </w:r>
      <w:r w:rsidR="0072043D">
        <w:t xml:space="preserve"> über die </w:t>
      </w:r>
      <w:r w:rsidR="00D35BCB">
        <w:t>„</w:t>
      </w:r>
      <w:proofErr w:type="spellStart"/>
      <w:r w:rsidR="0072043D">
        <w:t>Bergzaberner</w:t>
      </w:r>
      <w:proofErr w:type="spellEnd"/>
      <w:r w:rsidR="0072043D">
        <w:t xml:space="preserve"> Republik</w:t>
      </w:r>
      <w:r w:rsidR="00D35BCB">
        <w:t>“</w:t>
      </w:r>
      <w:r w:rsidR="0072043D">
        <w:t xml:space="preserve"> </w:t>
      </w:r>
      <w:r w:rsidR="00762B17">
        <w:t xml:space="preserve">wurde von </w:t>
      </w:r>
      <w:r w:rsidR="0072043D">
        <w:t>Jean-Michel Räber</w:t>
      </w:r>
      <w:r w:rsidR="00762B17">
        <w:t xml:space="preserve"> geschrieben</w:t>
      </w:r>
      <w:r w:rsidR="0072043D">
        <w:t>, Uwe John</w:t>
      </w:r>
      <w:r>
        <w:t xml:space="preserve"> </w:t>
      </w:r>
      <w:r w:rsidR="00EE591D">
        <w:t>führte Regie</w:t>
      </w:r>
      <w:r w:rsidR="00762B17">
        <w:t>.</w:t>
      </w:r>
      <w:r w:rsidR="0072043D">
        <w:t xml:space="preserve"> </w:t>
      </w:r>
      <w:r w:rsidR="00762B17">
        <w:t>B</w:t>
      </w:r>
      <w:r w:rsidR="0072043D">
        <w:t>eide sind zum ersten Mal</w:t>
      </w:r>
      <w:r w:rsidR="00762B17">
        <w:t xml:space="preserve"> </w:t>
      </w:r>
      <w:r w:rsidR="0095617B">
        <w:t>künstlerische Gäste</w:t>
      </w:r>
      <w:r w:rsidR="0072043D">
        <w:t xml:space="preserve"> beim Herxheimer Chawwerusch Theater.</w:t>
      </w:r>
    </w:p>
    <w:p w14:paraId="5AEF7F7C" w14:textId="539CFD6C" w:rsidR="006D3BA6" w:rsidRDefault="000A18B2" w:rsidP="000A18B2">
      <w:pPr>
        <w:spacing w:after="120" w:line="360" w:lineRule="auto"/>
      </w:pPr>
      <w:r>
        <w:t xml:space="preserve">„Hosenhuster, Klotzkopf und </w:t>
      </w:r>
      <w:proofErr w:type="spellStart"/>
      <w:r>
        <w:t>Scheißmatz</w:t>
      </w:r>
      <w:proofErr w:type="spellEnd"/>
      <w:r>
        <w:t>!“ – nur hinter</w:t>
      </w:r>
      <w:r w:rsidR="00786405">
        <w:t xml:space="preserve"> </w:t>
      </w:r>
      <w:r>
        <w:t>vorgehaltener Hand</w:t>
      </w:r>
      <w:r w:rsidR="00786405">
        <w:t xml:space="preserve"> </w:t>
      </w:r>
      <w:r>
        <w:t xml:space="preserve">traut sich der </w:t>
      </w:r>
      <w:proofErr w:type="spellStart"/>
      <w:r>
        <w:t>Dorfwirt</w:t>
      </w:r>
      <w:proofErr w:type="spellEnd"/>
      <w:r>
        <w:t xml:space="preserve"> </w:t>
      </w:r>
      <w:r w:rsidR="00786405">
        <w:t>Adam über den arroganten Amtmann zu schimpfen, der ihm jede Woche den letzten Groschen als Steuer abknüpft.</w:t>
      </w:r>
      <w:r w:rsidR="006A59F8">
        <w:t xml:space="preserve"> – Kein Wunder: Der Amtmann vertritt den Herzog, de</w:t>
      </w:r>
      <w:r w:rsidR="00102582">
        <w:t>n</w:t>
      </w:r>
      <w:r w:rsidR="006A59F8">
        <w:t xml:space="preserve"> oberste</w:t>
      </w:r>
      <w:r w:rsidR="00102582">
        <w:t>n</w:t>
      </w:r>
      <w:r w:rsidR="006A59F8">
        <w:t xml:space="preserve"> Herr</w:t>
      </w:r>
      <w:r w:rsidR="00102582">
        <w:t>n</w:t>
      </w:r>
      <w:r w:rsidR="006A59F8">
        <w:t xml:space="preserve"> des Landes, der immer </w:t>
      </w:r>
      <w:r w:rsidR="00F82163">
        <w:t>alles im Blick hat</w:t>
      </w:r>
      <w:r w:rsidR="006A59F8">
        <w:t xml:space="preserve">. Omnipräsent </w:t>
      </w:r>
      <w:r w:rsidR="00181576">
        <w:t>schaut er aus dem Bühnenbild</w:t>
      </w:r>
      <w:r w:rsidR="0072043D">
        <w:t xml:space="preserve"> von Gerd Friedrich</w:t>
      </w:r>
      <w:r w:rsidR="00181576">
        <w:t xml:space="preserve"> auf alles</w:t>
      </w:r>
      <w:r w:rsidR="00102582">
        <w:t>,</w:t>
      </w:r>
      <w:r w:rsidR="00181576">
        <w:t xml:space="preserve"> was sich auf der Bühne tut. Als ständige Bedrohung aus dem Hintergrund </w:t>
      </w:r>
      <w:r w:rsidR="0095617B">
        <w:t>entgeht ihm nichts</w:t>
      </w:r>
      <w:r w:rsidR="006A59F8">
        <w:t xml:space="preserve">, was die Untertanen in Bergzabern machen. </w:t>
      </w:r>
      <w:r w:rsidR="008974C0">
        <w:t xml:space="preserve">Wenn </w:t>
      </w:r>
      <w:r w:rsidR="00102582">
        <w:t>s</w:t>
      </w:r>
      <w:r w:rsidR="008974C0">
        <w:t xml:space="preserve">ie vor der Messe schon Branntwein trinken, wenn </w:t>
      </w:r>
      <w:r w:rsidR="00D35BCB">
        <w:t xml:space="preserve">Anton </w:t>
      </w:r>
      <w:r w:rsidR="008974C0">
        <w:t>der wissbegierigen Lotte politische Flugblätter vorliest oder wenn sie</w:t>
      </w:r>
      <w:r w:rsidR="00F82163">
        <w:t xml:space="preserve"> </w:t>
      </w:r>
      <w:r w:rsidR="005628FA">
        <w:t xml:space="preserve">es wagen die </w:t>
      </w:r>
      <w:r w:rsidR="00F82163" w:rsidRPr="005628FA">
        <w:t>Mis</w:t>
      </w:r>
      <w:r w:rsidR="00E7621B">
        <w:t>s</w:t>
      </w:r>
      <w:r w:rsidR="00F82163" w:rsidRPr="005628FA">
        <w:t>stände</w:t>
      </w:r>
      <w:r w:rsidR="005628FA" w:rsidRPr="005628FA">
        <w:t>,</w:t>
      </w:r>
      <w:r w:rsidR="005628FA">
        <w:t xml:space="preserve"> die </w:t>
      </w:r>
      <w:r w:rsidR="00902986">
        <w:t>sie täglich quälen</w:t>
      </w:r>
      <w:r w:rsidR="005628FA">
        <w:t xml:space="preserve">, </w:t>
      </w:r>
      <w:r w:rsidR="006A59F8">
        <w:t>laut aus</w:t>
      </w:r>
      <w:r w:rsidR="005628FA">
        <w:t>zu</w:t>
      </w:r>
      <w:r w:rsidR="006A59F8">
        <w:t xml:space="preserve">sprechen. </w:t>
      </w:r>
      <w:r w:rsidR="00786405">
        <w:t>Da</w:t>
      </w:r>
      <w:r w:rsidR="006A59F8">
        <w:t xml:space="preserve"> haben es die Bergfinken schon besser: Niemand hindert sie daran, es laut von den Dächern zu pfeifen, was sich </w:t>
      </w:r>
      <w:r w:rsidR="00102582">
        <w:t xml:space="preserve">ein paar Kilometer weiter </w:t>
      </w:r>
      <w:r w:rsidR="006A59F8">
        <w:t>Revolutionäres zuträgt</w:t>
      </w:r>
      <w:r w:rsidR="007742F1" w:rsidRPr="000A18B2">
        <w:t xml:space="preserve">: </w:t>
      </w:r>
      <w:r w:rsidR="0095617B">
        <w:t>Seit 1789</w:t>
      </w:r>
      <w:r w:rsidRPr="000A18B2">
        <w:t xml:space="preserve"> gibt </w:t>
      </w:r>
      <w:r w:rsidR="00181576">
        <w:t>es große Veränderungen im</w:t>
      </w:r>
      <w:r w:rsidR="004C34C2" w:rsidRPr="000A18B2">
        <w:t xml:space="preserve"> Nachbarland Frankreich. </w:t>
      </w:r>
    </w:p>
    <w:p w14:paraId="572BE335" w14:textId="48B2F512" w:rsidR="000E3B62" w:rsidRDefault="008974C0" w:rsidP="000A18B2">
      <w:pPr>
        <w:spacing w:after="120" w:line="360" w:lineRule="auto"/>
        <w:rPr>
          <w:u w:color="000000"/>
          <w:lang w:eastAsia="en-US"/>
        </w:rPr>
      </w:pPr>
      <w:r>
        <w:t>Als dann auch noch die</w:t>
      </w:r>
      <w:r w:rsidR="00EC091C" w:rsidRPr="000A18B2">
        <w:t xml:space="preserve"> Bittbriefe an den Fürst</w:t>
      </w:r>
      <w:r w:rsidR="00181576">
        <w:t xml:space="preserve">en </w:t>
      </w:r>
      <w:r w:rsidR="00F82163">
        <w:t>nichts bewirken,</w:t>
      </w:r>
      <w:r>
        <w:t xml:space="preserve"> können sich </w:t>
      </w:r>
      <w:r w:rsidR="00181576">
        <w:t xml:space="preserve">mehr und mehr Bergzaberner mit den radikalen Parolen aus der Nachbarschaft anfreunden: </w:t>
      </w:r>
      <w:r w:rsidR="00051385" w:rsidRPr="000A18B2">
        <w:rPr>
          <w:u w:color="000000"/>
          <w:lang w:eastAsia="en-US"/>
        </w:rPr>
        <w:t xml:space="preserve">„Wer zu lange überlegt, der stirbt.“ </w:t>
      </w:r>
      <w:r w:rsidR="009D3E21">
        <w:rPr>
          <w:u w:color="000000"/>
          <w:lang w:eastAsia="en-US"/>
        </w:rPr>
        <w:t>–</w:t>
      </w:r>
      <w:r w:rsidR="006D3BA6">
        <w:rPr>
          <w:u w:color="000000"/>
          <w:lang w:eastAsia="en-US"/>
        </w:rPr>
        <w:t xml:space="preserve"> Schließlich nehmen sie ihr Geschick selbst in die Hand</w:t>
      </w:r>
      <w:r w:rsidR="00896D8E">
        <w:rPr>
          <w:u w:color="000000"/>
          <w:lang w:eastAsia="en-US"/>
        </w:rPr>
        <w:t>.</w:t>
      </w:r>
      <w:r w:rsidR="006D3BA6">
        <w:rPr>
          <w:u w:color="000000"/>
          <w:lang w:eastAsia="en-US"/>
        </w:rPr>
        <w:t xml:space="preserve"> </w:t>
      </w:r>
      <w:r w:rsidR="00896D8E">
        <w:rPr>
          <w:u w:color="000000"/>
          <w:lang w:eastAsia="en-US"/>
        </w:rPr>
        <w:t xml:space="preserve">Sie </w:t>
      </w:r>
      <w:r w:rsidR="00AC7C31">
        <w:rPr>
          <w:u w:color="000000"/>
          <w:lang w:eastAsia="en-US"/>
        </w:rPr>
        <w:t>erstürmen das Rathaus</w:t>
      </w:r>
      <w:r w:rsidR="00102582">
        <w:rPr>
          <w:u w:color="000000"/>
          <w:lang w:eastAsia="en-US"/>
        </w:rPr>
        <w:t>,</w:t>
      </w:r>
      <w:r w:rsidR="00896D8E">
        <w:rPr>
          <w:u w:color="000000"/>
          <w:lang w:eastAsia="en-US"/>
        </w:rPr>
        <w:t xml:space="preserve"> während die bunten Bänder der neu</w:t>
      </w:r>
      <w:r w:rsidR="00102582">
        <w:rPr>
          <w:u w:color="000000"/>
          <w:lang w:eastAsia="en-US"/>
        </w:rPr>
        <w:t xml:space="preserve"> </w:t>
      </w:r>
      <w:r w:rsidR="00896D8E">
        <w:rPr>
          <w:u w:color="000000"/>
          <w:lang w:eastAsia="en-US"/>
        </w:rPr>
        <w:t>errichteten Freiheitsbäume munter flattern</w:t>
      </w:r>
      <w:r w:rsidR="00D35BCB">
        <w:rPr>
          <w:u w:color="000000"/>
          <w:lang w:eastAsia="en-US"/>
        </w:rPr>
        <w:t>.</w:t>
      </w:r>
      <w:r w:rsidR="00896D8E">
        <w:rPr>
          <w:u w:color="000000"/>
          <w:lang w:eastAsia="en-US"/>
        </w:rPr>
        <w:t xml:space="preserve"> </w:t>
      </w:r>
    </w:p>
    <w:p w14:paraId="6F7D603A" w14:textId="05A81F06" w:rsidR="00112E2C" w:rsidRDefault="0062203E" w:rsidP="00D35BCB">
      <w:pPr>
        <w:spacing w:after="120" w:line="360" w:lineRule="auto"/>
      </w:pPr>
      <w:r w:rsidRPr="00D35BCB">
        <w:t xml:space="preserve">Was sich im Zeitraum von 1789 bis 1792 im heutigen Kurstädtchen Bad Bergzabern ereignet hat, ist in jedem Fall etwas Besonderes. </w:t>
      </w:r>
      <w:r w:rsidR="00D35BCB" w:rsidRPr="00D35BCB">
        <w:t>Vier Monate</w:t>
      </w:r>
      <w:r w:rsidR="00102582">
        <w:t>,</w:t>
      </w:r>
      <w:r w:rsidR="00D35BCB" w:rsidRPr="00D35BCB">
        <w:t xml:space="preserve"> bevor Mainz seinen Freiheitsfrühling erlebte und zur Tochterrepublik der Franzosen wurde, hatten sich Bergzabern und umliegende Ortschaften vom Herzogtum Pfalz-Zweibrücken losgesagt</w:t>
      </w:r>
      <w:r w:rsidR="009663F1">
        <w:t xml:space="preserve"> und um Aufnahme in die Französische Republik gebeten</w:t>
      </w:r>
      <w:r w:rsidR="00D35BCB" w:rsidRPr="00D35BCB">
        <w:t>. Doch die Antwort aus Paris l</w:t>
      </w:r>
      <w:r w:rsidR="00D35BCB">
        <w:t xml:space="preserve">ieß </w:t>
      </w:r>
      <w:r w:rsidR="00D35BCB" w:rsidRPr="00D35BCB">
        <w:t>fünf Monate auf sich warten. Die freien Bürger*innen organisier</w:t>
      </w:r>
      <w:r w:rsidR="00D35BCB">
        <w:t>t</w:t>
      </w:r>
      <w:r w:rsidR="00D35BCB" w:rsidRPr="00D35BCB">
        <w:t>en sich selbst und so be</w:t>
      </w:r>
      <w:r w:rsidR="00D35BCB">
        <w:t>ganne</w:t>
      </w:r>
      <w:r w:rsidR="00D35BCB" w:rsidRPr="00D35BCB">
        <w:t xml:space="preserve">n in der „Bergzaberner Republik“ erste demokratische Gehversuche </w:t>
      </w:r>
      <w:proofErr w:type="gramStart"/>
      <w:r w:rsidR="00D35BCB" w:rsidRPr="00D35BCB">
        <w:t>in der Südpfalz</w:t>
      </w:r>
      <w:proofErr w:type="gramEnd"/>
      <w:r w:rsidR="00D35BCB" w:rsidRPr="00D35BCB">
        <w:t xml:space="preserve">. </w:t>
      </w:r>
    </w:p>
    <w:p w14:paraId="4D99F494" w14:textId="77777777" w:rsidR="00A8621C" w:rsidRDefault="00A8621C" w:rsidP="00D35BCB">
      <w:pPr>
        <w:spacing w:after="120" w:line="360" w:lineRule="auto"/>
      </w:pPr>
    </w:p>
    <w:p w14:paraId="1BC094D7" w14:textId="50D31A04" w:rsidR="00896D8E" w:rsidRDefault="0062203E" w:rsidP="00D35BCB">
      <w:pPr>
        <w:spacing w:after="120" w:line="360" w:lineRule="auto"/>
      </w:pPr>
      <w:r w:rsidRPr="00D35BCB">
        <w:t>Mit den Theaterfiguren des Dorfwirts und seiner Familie, dem Amtmann</w:t>
      </w:r>
      <w:r w:rsidR="008974C0" w:rsidRPr="00D35BCB">
        <w:t xml:space="preserve">, </w:t>
      </w:r>
      <w:r w:rsidR="009D3E21">
        <w:t>Anton, Jean</w:t>
      </w:r>
      <w:r w:rsidR="002275F4">
        <w:t xml:space="preserve"> </w:t>
      </w:r>
      <w:r w:rsidR="00762B17">
        <w:t>und allen anderen,</w:t>
      </w:r>
      <w:r w:rsidR="008974C0" w:rsidRPr="00D35BCB">
        <w:t xml:space="preserve"> hat der Autor Jean-Michel Räber die außergewöhnlichen Ereignisse für die Zuschauer*innen heute erleb- und </w:t>
      </w:r>
      <w:proofErr w:type="spellStart"/>
      <w:r w:rsidR="008974C0" w:rsidRPr="00D35BCB">
        <w:t>erfühlbar</w:t>
      </w:r>
      <w:proofErr w:type="spellEnd"/>
      <w:r w:rsidR="008974C0" w:rsidRPr="00D35BCB">
        <w:t xml:space="preserve"> gemacht</w:t>
      </w:r>
      <w:r w:rsidR="00F6395F">
        <w:t xml:space="preserve">. </w:t>
      </w:r>
      <w:r w:rsidR="00A8621C">
        <w:t xml:space="preserve">Neben den beiden Gast-Schauspieler*innen Arthur </w:t>
      </w:r>
      <w:r w:rsidR="00A8621C" w:rsidRPr="00403529">
        <w:t>Gander und Ann-Kathrin Kuppel stehen</w:t>
      </w:r>
      <w:r w:rsidR="00A8621C">
        <w:t xml:space="preserve"> Felix S. Felix, Miriam Grimm, Ben </w:t>
      </w:r>
      <w:proofErr w:type="spellStart"/>
      <w:r w:rsidR="00A8621C">
        <w:t>Hergl</w:t>
      </w:r>
      <w:proofErr w:type="spellEnd"/>
      <w:r w:rsidR="00A8621C">
        <w:t xml:space="preserve">, Thomas Kölsch und Stephan </w:t>
      </w:r>
      <w:proofErr w:type="spellStart"/>
      <w:r w:rsidR="00A8621C">
        <w:t>Wriecz</w:t>
      </w:r>
      <w:proofErr w:type="spellEnd"/>
      <w:r w:rsidR="00A8621C">
        <w:t xml:space="preserve"> vom Chawwerusch Ensemble auf der Bühne.</w:t>
      </w:r>
    </w:p>
    <w:p w14:paraId="0BDC95A1" w14:textId="77B641C3" w:rsidR="002C3B22" w:rsidRDefault="009663F1" w:rsidP="006B12E9">
      <w:pPr>
        <w:spacing w:after="120" w:line="360" w:lineRule="auto"/>
      </w:pPr>
      <w:r>
        <w:t>„</w:t>
      </w:r>
      <w:proofErr w:type="spellStart"/>
      <w:r w:rsidR="00BE5A01">
        <w:t>Liberté</w:t>
      </w:r>
      <w:proofErr w:type="spellEnd"/>
      <w:r w:rsidR="00BE5A01">
        <w:t>, wir kommen!</w:t>
      </w:r>
      <w:r>
        <w:t>“</w:t>
      </w:r>
      <w:r w:rsidR="00BE5A01">
        <w:t xml:space="preserve"> wird zunächst zweimal, am Freitag 4.6. und Samstag 5.6. in Bad Bergzabern aufgeführt und geht dann auf Freilicht-Tournee im süddeutschen Raum. Karten für die Vorstellungen in Bad Bergzabern sind ab dem </w:t>
      </w:r>
      <w:r w:rsidR="00EC1268">
        <w:t xml:space="preserve">3. Mai </w:t>
      </w:r>
      <w:r w:rsidR="00BE5A01">
        <w:t xml:space="preserve">auf </w:t>
      </w:r>
      <w:hyperlink r:id="rId7" w:history="1">
        <w:r w:rsidR="00BE5A01" w:rsidRPr="00225E49">
          <w:rPr>
            <w:rStyle w:val="Hyperlink"/>
          </w:rPr>
          <w:t>www.chawwerusch.de</w:t>
        </w:r>
      </w:hyperlink>
      <w:r w:rsidR="00BE5A01">
        <w:t xml:space="preserve"> erhältlich. Alle Termine und Informationen zum Kartenvorverkauf </w:t>
      </w:r>
      <w:r w:rsidR="00896D8E">
        <w:t>sind ebenfalls auf der Homepage des Theaters zu finden.</w:t>
      </w:r>
    </w:p>
    <w:p w14:paraId="2864EC20" w14:textId="77777777" w:rsidR="002C3B22" w:rsidRDefault="002C3B22" w:rsidP="007D34A5">
      <w:pPr>
        <w:spacing w:line="360" w:lineRule="auto"/>
      </w:pPr>
    </w:p>
    <w:p w14:paraId="42C348AA" w14:textId="77777777" w:rsidR="007D34A5" w:rsidRPr="00CE5D4D" w:rsidRDefault="007D34A5" w:rsidP="007D34A5">
      <w:pPr>
        <w:spacing w:line="360" w:lineRule="auto"/>
      </w:pPr>
    </w:p>
    <w:p w14:paraId="58C76EB5" w14:textId="77777777" w:rsidR="00CE5D4D" w:rsidRPr="002F10DB" w:rsidRDefault="00CE5D4D" w:rsidP="002F10DB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75EF047F" w14:textId="77777777" w:rsidR="000D379E" w:rsidRDefault="002F10DB" w:rsidP="00CE5D4D">
      <w:r>
        <w:t>Fr. 04.06.2020 20 Uhr (PREMIERE), Sa. 05.06.2020 20 Uhr im Schlosshof in Bad Bergzabern, alle weiteren Termine und Informationen zum Kartenvorverkauf unter www.chawwerusch.de</w:t>
      </w:r>
    </w:p>
    <w:p w14:paraId="6D8C67CE" w14:textId="77777777" w:rsidR="002F10DB" w:rsidRPr="00CE5D4D" w:rsidRDefault="002F10DB" w:rsidP="00CE5D4D"/>
    <w:p w14:paraId="3E774ACA" w14:textId="77777777" w:rsidR="00CE5D4D" w:rsidRPr="00CE5D4D" w:rsidRDefault="00CE5D4D" w:rsidP="00CE5D4D"/>
    <w:p w14:paraId="017CF217" w14:textId="4AE8764A" w:rsidR="00CE5D4D" w:rsidRPr="004D035F" w:rsidRDefault="00CE5D4D" w:rsidP="00C91F61">
      <w:pPr>
        <w:rPr>
          <w:rFonts w:ascii="Times New Roman" w:hAnsi="Times New Roman" w:cs="Times New Roman"/>
          <w:sz w:val="24"/>
          <w:szCs w:val="24"/>
        </w:rPr>
      </w:pPr>
      <w:r w:rsidRPr="00CE5D4D">
        <w:rPr>
          <w:b/>
        </w:rPr>
        <w:t>„</w:t>
      </w:r>
      <w:proofErr w:type="spellStart"/>
      <w:r w:rsidR="004D035F">
        <w:rPr>
          <w:b/>
        </w:rPr>
        <w:t>Liberté</w:t>
      </w:r>
      <w:proofErr w:type="spellEnd"/>
      <w:r w:rsidR="004D035F">
        <w:rPr>
          <w:b/>
        </w:rPr>
        <w:t>, wir kommen!</w:t>
      </w:r>
      <w:r w:rsidRPr="00CE5D4D">
        <w:rPr>
          <w:b/>
        </w:rPr>
        <w:t>“ wurde gefördert</w:t>
      </w:r>
      <w:r w:rsidRPr="00CE5D4D">
        <w:t xml:space="preserve"> vo</w:t>
      </w:r>
      <w:r w:rsidR="004D035F">
        <w:t xml:space="preserve">m Kultursommer Rheinland-Pfalz, dem Bezirksverband Pfalz, von der Lotto Stiftung Rheinland-Pfalz, der VR Bank Südliche Weinstraße </w:t>
      </w:r>
      <w:proofErr w:type="spellStart"/>
      <w:r w:rsidR="004D035F">
        <w:t>Wasgau</w:t>
      </w:r>
      <w:proofErr w:type="spellEnd"/>
      <w:r w:rsidR="004D035F">
        <w:t xml:space="preserve"> eG, der josef-</w:t>
      </w:r>
      <w:proofErr w:type="spellStart"/>
      <w:r w:rsidR="004D035F">
        <w:t>david</w:t>
      </w:r>
      <w:proofErr w:type="spellEnd"/>
      <w:r w:rsidR="004D035F">
        <w:t>-stiftung,</w:t>
      </w:r>
      <w:r w:rsidRPr="00CE5D4D">
        <w:t xml:space="preserve"> der Sparkasse S</w:t>
      </w:r>
      <w:r w:rsidR="005963D4">
        <w:t>üdpfalz</w:t>
      </w:r>
      <w:r w:rsidR="004D035F">
        <w:t xml:space="preserve"> und</w:t>
      </w:r>
      <w:r w:rsidRPr="00CE5D4D">
        <w:t xml:space="preserve"> </w:t>
      </w:r>
      <w:r w:rsidR="00991E83">
        <w:t>dem Ministerium für</w:t>
      </w:r>
      <w:r w:rsidRPr="00CE5D4D">
        <w:t xml:space="preserve"> </w:t>
      </w:r>
      <w:r w:rsidR="005963D4">
        <w:t>Familie, Frauen, Kultur und Integration</w:t>
      </w:r>
      <w:r w:rsidR="000D379E">
        <w:t xml:space="preserve"> </w:t>
      </w:r>
      <w:r w:rsidR="00C8388B">
        <w:t>Rheinland-</w:t>
      </w:r>
      <w:r w:rsidR="00EC6EBB">
        <w:t>Pfalz</w:t>
      </w:r>
      <w:r w:rsidR="004D035F">
        <w:t>.</w:t>
      </w:r>
    </w:p>
    <w:p w14:paraId="31601381" w14:textId="77777777" w:rsidR="00C450EC" w:rsidRDefault="00C450EC" w:rsidP="007D34A5">
      <w:pPr>
        <w:spacing w:line="360" w:lineRule="auto"/>
      </w:pPr>
      <w:r>
        <w:t>________________________</w:t>
      </w:r>
    </w:p>
    <w:p w14:paraId="4DD909B7" w14:textId="77777777" w:rsidR="00356FDF" w:rsidRPr="00524CCD" w:rsidRDefault="00356FDF" w:rsidP="00356FDF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1A568C42" w14:textId="42B8D696" w:rsidR="00356FDF" w:rsidRDefault="00356FDF" w:rsidP="00356FDF">
      <w:pPr>
        <w:pStyle w:val="Listenabsatz"/>
        <w:pBdr>
          <w:bottom w:val="single" w:sz="12" w:space="1" w:color="auto"/>
        </w:pBdr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480D1075" w14:textId="77777777" w:rsidR="00A8621C" w:rsidRDefault="00A8621C" w:rsidP="00356FDF">
      <w:pPr>
        <w:pStyle w:val="Listenabsatz"/>
        <w:pBdr>
          <w:bottom w:val="single" w:sz="12" w:space="1" w:color="auto"/>
        </w:pBdr>
        <w:ind w:left="0"/>
        <w:rPr>
          <w:rFonts w:cs="Arial"/>
          <w:i/>
          <w:iCs/>
          <w:sz w:val="20"/>
          <w:szCs w:val="20"/>
        </w:rPr>
      </w:pPr>
    </w:p>
    <w:p w14:paraId="58F10B45" w14:textId="324A4902" w:rsidR="002275F4" w:rsidRDefault="002275F4" w:rsidP="007D34A5">
      <w:pPr>
        <w:spacing w:line="360" w:lineRule="auto"/>
      </w:pPr>
    </w:p>
    <w:p w14:paraId="62481D07" w14:textId="77777777" w:rsidR="002275F4" w:rsidRPr="007E117A" w:rsidRDefault="002275F4" w:rsidP="007D34A5">
      <w:pPr>
        <w:spacing w:line="360" w:lineRule="auto"/>
      </w:pPr>
    </w:p>
    <w:sectPr w:rsidR="002275F4" w:rsidRPr="007E117A" w:rsidSect="000A18B2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BC72A" w14:textId="77777777" w:rsidR="00F027C1" w:rsidRDefault="00F027C1">
      <w:r>
        <w:separator/>
      </w:r>
    </w:p>
  </w:endnote>
  <w:endnote w:type="continuationSeparator" w:id="0">
    <w:p w14:paraId="47CD1725" w14:textId="77777777" w:rsidR="00F027C1" w:rsidRDefault="00F0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537CF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</w:p>
  <w:p w14:paraId="11DAD82B" w14:textId="77777777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C14AF" w14:textId="77777777" w:rsidR="00F027C1" w:rsidRDefault="00F027C1">
      <w:r>
        <w:separator/>
      </w:r>
    </w:p>
  </w:footnote>
  <w:footnote w:type="continuationSeparator" w:id="0">
    <w:p w14:paraId="607C4B0A" w14:textId="77777777" w:rsidR="00F027C1" w:rsidRDefault="00F02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E66A7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2723777E" wp14:editId="16ABEE99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350090" w14:textId="77777777" w:rsidR="004E2543" w:rsidRPr="0067054D" w:rsidRDefault="00446C36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Liberté, wir kommen</w:t>
    </w:r>
    <w:r w:rsidR="00A8034B">
      <w:rPr>
        <w:rFonts w:ascii="Arial Rounded MT Bold" w:hAnsi="Arial Rounded MT Bold"/>
        <w:noProof/>
        <w:color w:val="BFBFBF"/>
        <w:sz w:val="40"/>
        <w:szCs w:val="40"/>
      </w:rPr>
      <w:t>!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</w:t>
    </w:r>
    <w:r>
      <w:rPr>
        <w:rFonts w:ascii="Arial Rounded MT Bold" w:hAnsi="Arial Rounded MT Bold"/>
        <w:noProof/>
        <w:color w:val="BFBFBF"/>
        <w:sz w:val="40"/>
        <w:szCs w:val="40"/>
      </w:rPr>
      <w:br/>
    </w:r>
    <w:r w:rsidR="00E63D75">
      <w:rPr>
        <w:rFonts w:ascii="Arial Rounded MT Bold" w:hAnsi="Arial Rounded MT Bold"/>
        <w:noProof/>
        <w:color w:val="BFBFBF"/>
        <w:sz w:val="40"/>
        <w:szCs w:val="40"/>
      </w:rPr>
      <w:t>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276383BC" w14:textId="77777777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</w:p>
  <w:p w14:paraId="2C88F502" w14:textId="5ECBEC5B" w:rsidR="004E2543" w:rsidRPr="008D75F7" w:rsidRDefault="00A8621C" w:rsidP="008D75F7">
    <w:pPr>
      <w:pStyle w:val="Kopfzeile"/>
      <w:jc w:val="right"/>
      <w:rPr>
        <w:sz w:val="20"/>
        <w:szCs w:val="20"/>
      </w:rPr>
    </w:pPr>
    <w:r>
      <w:rPr>
        <w:sz w:val="20"/>
        <w:szCs w:val="20"/>
      </w:rPr>
      <w:t>7.4.2021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C36"/>
    <w:rsid w:val="00025CF4"/>
    <w:rsid w:val="00031541"/>
    <w:rsid w:val="00051385"/>
    <w:rsid w:val="00055CEF"/>
    <w:rsid w:val="000625DB"/>
    <w:rsid w:val="00066E29"/>
    <w:rsid w:val="000A18B2"/>
    <w:rsid w:val="000D379E"/>
    <w:rsid w:val="000E3B62"/>
    <w:rsid w:val="00102582"/>
    <w:rsid w:val="00102F02"/>
    <w:rsid w:val="00105E8E"/>
    <w:rsid w:val="001100FE"/>
    <w:rsid w:val="00112E2C"/>
    <w:rsid w:val="001152D1"/>
    <w:rsid w:val="00121509"/>
    <w:rsid w:val="0014619E"/>
    <w:rsid w:val="00146894"/>
    <w:rsid w:val="0017631A"/>
    <w:rsid w:val="00181576"/>
    <w:rsid w:val="00182356"/>
    <w:rsid w:val="001D0308"/>
    <w:rsid w:val="001F686C"/>
    <w:rsid w:val="00201F68"/>
    <w:rsid w:val="00204334"/>
    <w:rsid w:val="002171AE"/>
    <w:rsid w:val="00224DD1"/>
    <w:rsid w:val="002275F4"/>
    <w:rsid w:val="00274145"/>
    <w:rsid w:val="00294697"/>
    <w:rsid w:val="002A1F8D"/>
    <w:rsid w:val="002C3B22"/>
    <w:rsid w:val="002E1854"/>
    <w:rsid w:val="002F10DB"/>
    <w:rsid w:val="002F5340"/>
    <w:rsid w:val="00356FDF"/>
    <w:rsid w:val="003A2FD3"/>
    <w:rsid w:val="003D4D04"/>
    <w:rsid w:val="003D63B2"/>
    <w:rsid w:val="004259D6"/>
    <w:rsid w:val="0042754B"/>
    <w:rsid w:val="00433DDB"/>
    <w:rsid w:val="00446C36"/>
    <w:rsid w:val="004A668F"/>
    <w:rsid w:val="004C2834"/>
    <w:rsid w:val="004C34C2"/>
    <w:rsid w:val="004D035F"/>
    <w:rsid w:val="004D6012"/>
    <w:rsid w:val="004E2543"/>
    <w:rsid w:val="00535B20"/>
    <w:rsid w:val="00541928"/>
    <w:rsid w:val="005513D4"/>
    <w:rsid w:val="005628FA"/>
    <w:rsid w:val="005963D4"/>
    <w:rsid w:val="005A63FD"/>
    <w:rsid w:val="005B5A16"/>
    <w:rsid w:val="00602FC0"/>
    <w:rsid w:val="0062203E"/>
    <w:rsid w:val="00643DB1"/>
    <w:rsid w:val="00664421"/>
    <w:rsid w:val="0067054D"/>
    <w:rsid w:val="006A59F8"/>
    <w:rsid w:val="006A6154"/>
    <w:rsid w:val="006B12E9"/>
    <w:rsid w:val="006D0BBC"/>
    <w:rsid w:val="006D3BA6"/>
    <w:rsid w:val="0072043D"/>
    <w:rsid w:val="00735F79"/>
    <w:rsid w:val="00762B17"/>
    <w:rsid w:val="0076443A"/>
    <w:rsid w:val="007742F1"/>
    <w:rsid w:val="00786405"/>
    <w:rsid w:val="00787E5E"/>
    <w:rsid w:val="007A47D0"/>
    <w:rsid w:val="007D34A5"/>
    <w:rsid w:val="0080522C"/>
    <w:rsid w:val="00810D25"/>
    <w:rsid w:val="00816CF3"/>
    <w:rsid w:val="00827A41"/>
    <w:rsid w:val="00866F06"/>
    <w:rsid w:val="00896C57"/>
    <w:rsid w:val="00896D8E"/>
    <w:rsid w:val="008974C0"/>
    <w:rsid w:val="008B2868"/>
    <w:rsid w:val="008C1282"/>
    <w:rsid w:val="008C19FB"/>
    <w:rsid w:val="008D4983"/>
    <w:rsid w:val="008D75F7"/>
    <w:rsid w:val="008F4A18"/>
    <w:rsid w:val="00902986"/>
    <w:rsid w:val="00911F25"/>
    <w:rsid w:val="0091745F"/>
    <w:rsid w:val="00922881"/>
    <w:rsid w:val="0095617B"/>
    <w:rsid w:val="009663F1"/>
    <w:rsid w:val="00991E83"/>
    <w:rsid w:val="009D3E21"/>
    <w:rsid w:val="009E4CEC"/>
    <w:rsid w:val="00A453B0"/>
    <w:rsid w:val="00A74B1A"/>
    <w:rsid w:val="00A8034B"/>
    <w:rsid w:val="00A8621C"/>
    <w:rsid w:val="00AB00D8"/>
    <w:rsid w:val="00AC7C31"/>
    <w:rsid w:val="00AD4386"/>
    <w:rsid w:val="00AF292C"/>
    <w:rsid w:val="00AF42A6"/>
    <w:rsid w:val="00B02D7F"/>
    <w:rsid w:val="00B03958"/>
    <w:rsid w:val="00B03A8A"/>
    <w:rsid w:val="00B467D6"/>
    <w:rsid w:val="00B77AB6"/>
    <w:rsid w:val="00BA2D18"/>
    <w:rsid w:val="00BE5A01"/>
    <w:rsid w:val="00C14F87"/>
    <w:rsid w:val="00C44D43"/>
    <w:rsid w:val="00C450EC"/>
    <w:rsid w:val="00C61599"/>
    <w:rsid w:val="00C74DB6"/>
    <w:rsid w:val="00C8388B"/>
    <w:rsid w:val="00C90CE5"/>
    <w:rsid w:val="00C91F61"/>
    <w:rsid w:val="00CC7DA3"/>
    <w:rsid w:val="00CE5D4D"/>
    <w:rsid w:val="00CE7AD1"/>
    <w:rsid w:val="00CF753F"/>
    <w:rsid w:val="00D063E4"/>
    <w:rsid w:val="00D11A7D"/>
    <w:rsid w:val="00D204DF"/>
    <w:rsid w:val="00D32519"/>
    <w:rsid w:val="00D32C91"/>
    <w:rsid w:val="00D3487B"/>
    <w:rsid w:val="00D35BCB"/>
    <w:rsid w:val="00D37EFC"/>
    <w:rsid w:val="00D570B8"/>
    <w:rsid w:val="00D60E6A"/>
    <w:rsid w:val="00D63CD6"/>
    <w:rsid w:val="00D90596"/>
    <w:rsid w:val="00E14F0F"/>
    <w:rsid w:val="00E36B11"/>
    <w:rsid w:val="00E500F0"/>
    <w:rsid w:val="00E54D58"/>
    <w:rsid w:val="00E63D75"/>
    <w:rsid w:val="00E71B95"/>
    <w:rsid w:val="00E7621B"/>
    <w:rsid w:val="00EC091C"/>
    <w:rsid w:val="00EC1268"/>
    <w:rsid w:val="00EC6EBB"/>
    <w:rsid w:val="00EE0615"/>
    <w:rsid w:val="00EE591D"/>
    <w:rsid w:val="00EF5183"/>
    <w:rsid w:val="00F027C1"/>
    <w:rsid w:val="00F10548"/>
    <w:rsid w:val="00F22AA3"/>
    <w:rsid w:val="00F24695"/>
    <w:rsid w:val="00F35A7F"/>
    <w:rsid w:val="00F60720"/>
    <w:rsid w:val="00F6395F"/>
    <w:rsid w:val="00F82163"/>
    <w:rsid w:val="00FA45AD"/>
    <w:rsid w:val="00FA4BBA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05B343"/>
  <w15:docId w15:val="{EC04823E-EB56-EE4C-BD34-4302DBE1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character" w:styleId="Hervorhebung">
    <w:name w:val="Emphasis"/>
    <w:basedOn w:val="Absatz-Standardschriftart"/>
    <w:uiPriority w:val="20"/>
    <w:qFormat/>
    <w:rsid w:val="004D035F"/>
    <w:rPr>
      <w:i/>
      <w:iCs/>
    </w:rPr>
  </w:style>
  <w:style w:type="paragraph" w:customStyle="1" w:styleId="Dialog">
    <w:name w:val="Dialog"/>
    <w:basedOn w:val="Standard"/>
    <w:next w:val="Standard"/>
    <w:rsid w:val="00735F79"/>
    <w:pPr>
      <w:ind w:left="1134" w:right="-6"/>
    </w:pPr>
    <w:rPr>
      <w:rFonts w:cs="Times New Roman"/>
      <w:szCs w:val="20"/>
    </w:rPr>
  </w:style>
  <w:style w:type="paragraph" w:customStyle="1" w:styleId="Charakter">
    <w:name w:val="Charakter"/>
    <w:basedOn w:val="Standard"/>
    <w:next w:val="Standard"/>
    <w:qFormat/>
    <w:rsid w:val="000A18B2"/>
    <w:pPr>
      <w:keepNext/>
      <w:keepLines/>
      <w:spacing w:before="120"/>
    </w:pPr>
    <w:rPr>
      <w:rFonts w:cs="Times New Roman"/>
      <w:caps/>
      <w:szCs w:val="20"/>
    </w:rPr>
  </w:style>
  <w:style w:type="character" w:styleId="NichtaufgelsteErwhnung">
    <w:name w:val="Unresolved Mention"/>
    <w:basedOn w:val="Absatz-Standardschriftart"/>
    <w:rsid w:val="00BE5A0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semiHidden/>
    <w:unhideWhenUsed/>
    <w:rsid w:val="0010258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02582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10258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025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02582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025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025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8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awwerusch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ilke/Google%20Drive/Chawwerusch-PR/Pressemitteilungen/Vorlage_P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Vorlage_PI.dotx</Template>
  <TotalTime>0</TotalTime>
  <Pages>2</Pages>
  <Words>592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4314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6</cp:revision>
  <cp:lastPrinted>2012-05-07T21:07:00Z</cp:lastPrinted>
  <dcterms:created xsi:type="dcterms:W3CDTF">2020-11-04T09:41:00Z</dcterms:created>
  <dcterms:modified xsi:type="dcterms:W3CDTF">2021-06-11T08:50:00Z</dcterms:modified>
</cp:coreProperties>
</file>